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"/>
        <w:gridCol w:w="317"/>
        <w:gridCol w:w="317"/>
        <w:gridCol w:w="331"/>
        <w:gridCol w:w="4623"/>
        <w:gridCol w:w="530"/>
        <w:gridCol w:w="530"/>
        <w:gridCol w:w="545"/>
        <w:gridCol w:w="2118"/>
      </w:tblGrid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Versorgungseinrichtungen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siehe Arbeitskarte KG 430, 473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bleibt frei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Druckluftversorgung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Schaltschränke, Bedientableaus, Steuerungen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Schaltschränke, Bedientableaus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Schutzabdeckungen auf Vollständigkeit und Befestigung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elektrische/mechanische Funktion prüfen, ggf. nachziehen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(z.B. Bedien- und Anzeigeeinrichtungen)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Funktionselemente (w.v.) einstellen, justieren, festziehen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entfällt bei gekapselten Bauteilen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Optische und akustische Kontrolleinrichtungen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Schmelzsicherungen auf Festsitz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siehe auch Ziffer 3200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Leistungsschalter, Schütze und Relais auf Verschleiß und Beschädigung prüfen (z.B. Kontaktabbrand)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entfällt bei gekapselten Bauteilen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Schalt- und Steuervorgänge prüfen, z.B. Frostschutzfunktion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Sicherheitseinrichtungen, z.B. thermische Auslöser, prüfen, ggf. justieren und protokollieren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siehe auch Ziffer 3200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Einstellung von Schaltschrankkomponenten (z.B. Zeitrelais)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Hand-, Automatik- und Fernbedienfunktion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Hand-, Automatik- und Fernbedienfunktion nachstellen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Steuerungen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elektrische/mechanische Funktion prüfen, ggf. nachziehen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(z.B. Bedien- und Anzeigeeinrichtungen)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Funktionselemente (w.v.) einstellen, justieren, festziehen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29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Eingangssignale (z.B. Fühler, Ferneinsteller, Führungsgröße) auf Übereinstimmung mit Sollwerten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Signale abgleichen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4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Steuerfunktion, Steuersignal und Sicherheitsketten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Steuerfunktion und Steuersignale 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Messwertgeber, Sicherheits- und Behälterüberwachungseinrichtungen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Elektrische/elektronische/pneumatische Messwertgeber (z.B. Temperatur, Druck, Feuchte)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elektrische/mechanische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Physikalische Messgrößen am Messort messen und protokollieren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Elektrische/elektronische/pneumatische Messsignale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Nachjustieren/regenerieren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Schreibende Messgeräte 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Sicherheitseinrichtungen z.B. Wächter und Begrenzer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Mechanische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Elektrische/elektronische/pneumatische Messsignale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Nachjustieren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Behälterüberwachungseinrichtungen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Füllstandsanzeigevorrichtung 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Leckwarnsystem 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Grenzwertgeber 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Regler, Zusatzmodule, Optimierungsgeräte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887B4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887B4F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analoge/digitale, elektr./elektron., pneumat. Regler, Zusatzmodule und Optimierungsgeräte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Eigenspannungsversorgung prüfen (Pufferbatterie, etc.)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elektrische/mechanische Funktion prüfen; ggf. nachziehen/justieren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(z.B. Bedienelemente, Uhren, Displays)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(w.v.) einstellen, justieren, festziehen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76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Elektrische/elektronische/pneumatische Eingangssignale (z.B. Fühler, Ferneinsteller, Führungsgröße)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Signale abgleichen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Regler-/Modul-/Optimier-Funktionen und Stellsignal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Regler-/Modul-/Optimier-Funktionen und Stell-/Ausgangssignal 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76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Regelkreis/ Modulfunktion/Optimierungsfunktion gemäß Einstellparameter unter Berücksichtigung aller Zusatzfunktionen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76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Regelkreis/ Modulfunktion/Optimierungsfunktion gemäß Einstellparameter unter Berücksichtigung aller Zusatzfunktionen korrigieren/ nachjustieren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Optimierungsfunktionen ggf. an veränderte Parameter anpassen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Elektrische/elektronische/pneumatische/ mechanische Stellgeräte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Stellantriebe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Auf äußere Dichtheit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elektrische/mechanische Funktion prüfen, ggf. nachziehen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Elektrische/elektronische/pneumatische Eingangssignale und den Arbeits-/Stellbereich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Sicherheitsstellung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Stellungs-/Grenzwertgeber und Endlagenschalter 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Nachjustieren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Stellglieder (z.B. Ventile, Hähne, Klappen)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fach- und funktionsgerechte Installation und Umgebungsbedingungen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Beschädigungen, Korrosion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Anschlussverbindungen auf mechanische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Dichtheit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Stopfbuchse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Spindel schmieren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Nachstellen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Stellglieder (z. B. Jalousieklappen, Medium: Luft)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siehe Arbeitskarte KG 430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Datenübertragungseinrichtungen/Ein- und Ausgabegeräte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Datenübertragungseinrichtungen (z.B. Modem, Multiplexer, Bussysteme, etc.)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Gehäuse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 reinigen, Luftfilter reinigen bzw. austauschen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(z. B. Bedien- und Anzeigeeinrichtungen)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Stichprobenartiger online Test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76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Externspeicher (Massendatenspeicher wie z.B. Kassettenplattenspeicher, Diskettenlaufwerke, Bandgeräte, CD/DVD-Brenner)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 reinigen, Luftfilter reinigen bzw. austauschen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 gemäß Herstellerspezifikation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Funktionselemente (z. B. Bedien- und Anzeigeeinrichtungen)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Funktionsprüfung mit Hilfe von Testprogrammen durchführen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Datensicherung und Wiederherstell-ung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Schreiber, Plotter, Drucker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 Verschmutzung, Korrosion und Beschädigung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Schreib- und Druckfunktion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Nachstellen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nur bei analogen Schreibern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Verbrauchsteile austauschen (z. B. Farbbänder, Farbstifte, Tinte)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Anzeiger, Bildschirme, Tastaturen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Tastatur, Maus, Bildschirm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Anzeige- und Eingabefunktionen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Signale abgleichen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nur bei Anzeigern</w:t>
            </w:r>
          </w:p>
        </w:tc>
      </w:tr>
      <w:tr w:rsidR="00C40337" w:rsidRPr="00887B4F" w:rsidTr="00887B4F">
        <w:trPr>
          <w:trHeight w:val="274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Management- und Bedieneinrichtungen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74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Server/Bedienstationen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Programm- und Datensicherung durchfühen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Aufbewahrung der zuletzt erstellten Programm- und Datenkopien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Reinigen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Gehäuse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Eigenspannungsversorgung prüfen (z.B. Pufferbatterie austauschen)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Belüftung, Luftfilter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Belüftung (Luftweg, Kühler) reinigen, Luftfilter reinigen bzw. austauschen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Systemcheck mit Neustart des Rechners durchführen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Virencheck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9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Uhrzeitsynchronisierung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Automatische Initialisierung bei Netzwiederkehr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Schnittstellen zu den Peripheriegeräten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Testen der Anwenderprogramme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Datenfernübertragung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Doppel- oder Mehrfachrechner-Betrieb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Aktualisierung und Pflege der Systemsoftware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separaten Vertrag abschließen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Zentralen/Unterzentralen (zusätzlich)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Systemcheck mit Neustart des Rechners durchführen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Speicherung der Programme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4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Automatische Uhrzeitübernahme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wenn vorhanden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Automatische Initialisierung bei Netzwiederkehr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Schnittstellen zu den Peripheriegeräten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Doppel- oder Mehrfachrechner-Betrieb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Unterstationen (zusätzlich)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US- Systemcheck durchführen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Speicherung der US-Programme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Reset- und Bootvorgang durchführen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76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Elektrische/elektronische/pneumatische Eingangssignale (z.B. Fühler, Ferneinsteller, Führungsgröße)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Signale abgleichen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Regler-/Modul-/Optimier-Funktionen und Stellsignale prüfen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Regler-/Modul-/Optimier-Funktionen und Stell-/Ausgangssignale justieren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Software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Software für Zentralen/Unterzentralen/Unterstationen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siehe Ziffern 2209, 4112, 6110, 7113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Datensicherung durchführen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10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2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Aufbewahrung der zuletzt erstellten Programm- und Datenkopien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3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Stichprobenartiger online-Test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siehe Ziffer 7114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4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Aktualisierung und Pflege der Systemsoftware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siehe Ziffer 7156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5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Testen der Anwenderprogramme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6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Datenfernübertragung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25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7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 xml:space="preserve">Doppel- oder Mehrfachrechner-Betrieb prüfen 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  <w:tr w:rsidR="00C40337" w:rsidRPr="00887B4F" w:rsidTr="00887B4F">
        <w:trPr>
          <w:trHeight w:val="525"/>
        </w:trPr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1</w:t>
            </w:r>
          </w:p>
        </w:tc>
        <w:tc>
          <w:tcPr>
            <w:tcW w:w="31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0</w:t>
            </w:r>
          </w:p>
        </w:tc>
        <w:tc>
          <w:tcPr>
            <w:tcW w:w="334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8</w:t>
            </w:r>
          </w:p>
        </w:tc>
        <w:tc>
          <w:tcPr>
            <w:tcW w:w="4754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Einspielen der zuletzt erstellten (aktuellen) Programm- und Datenkopien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0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7" w:type="dxa"/>
            <w:shd w:val="clear" w:color="auto" w:fill="auto"/>
            <w:hideMark/>
          </w:tcPr>
          <w:p w:rsidR="00C40337" w:rsidRPr="00887B4F" w:rsidRDefault="00C40337" w:rsidP="00C40337">
            <w:pPr>
              <w:rPr>
                <w:b/>
                <w:bCs/>
                <w:sz w:val="18"/>
                <w:szCs w:val="18"/>
              </w:rPr>
            </w:pPr>
            <w:r w:rsidRPr="00887B4F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2118" w:type="dxa"/>
            <w:shd w:val="clear" w:color="auto" w:fill="auto"/>
            <w:hideMark/>
          </w:tcPr>
          <w:p w:rsidR="00C40337" w:rsidRPr="00887B4F" w:rsidRDefault="00C40337">
            <w:pPr>
              <w:rPr>
                <w:sz w:val="18"/>
                <w:szCs w:val="18"/>
              </w:rPr>
            </w:pPr>
            <w:r w:rsidRPr="00887B4F">
              <w:rPr>
                <w:sz w:val="18"/>
                <w:szCs w:val="18"/>
              </w:rPr>
              <w:t> </w:t>
            </w:r>
          </w:p>
        </w:tc>
      </w:tr>
    </w:tbl>
    <w:p w:rsidR="00546542" w:rsidRPr="00116753" w:rsidRDefault="00546542" w:rsidP="004611EA">
      <w:pPr>
        <w:rPr>
          <w:szCs w:val="22"/>
        </w:rPr>
      </w:pPr>
    </w:p>
    <w:sectPr w:rsidR="00546542" w:rsidRPr="00116753" w:rsidSect="00DE6F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F76" w:rsidRDefault="00171F76">
      <w:r>
        <w:separator/>
      </w:r>
    </w:p>
  </w:endnote>
  <w:endnote w:type="continuationSeparator" w:id="0">
    <w:p w:rsidR="00171F76" w:rsidRDefault="0017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6BD" w:rsidRDefault="007736BD" w:rsidP="007736B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36BD" w:rsidRDefault="007736BD" w:rsidP="007736B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103"/>
      <w:gridCol w:w="1984"/>
      <w:gridCol w:w="567"/>
    </w:tblGrid>
    <w:tr w:rsidR="00DE6FA4" w:rsidTr="00193962">
      <w:trPr>
        <w:trHeight w:val="340"/>
      </w:trPr>
      <w:tc>
        <w:tcPr>
          <w:tcW w:w="2197" w:type="dxa"/>
        </w:tcPr>
        <w:p w:rsidR="00DE6FA4" w:rsidRDefault="00DE6FA4" w:rsidP="00193962">
          <w:pPr>
            <w:pStyle w:val="Fuzeile"/>
            <w:ind w:right="360"/>
            <w:rPr>
              <w:sz w:val="18"/>
            </w:rPr>
          </w:pPr>
          <w:r>
            <w:rPr>
              <w:sz w:val="18"/>
            </w:rPr>
            <w:t>Wartung 2018,</w:t>
          </w:r>
        </w:p>
      </w:tc>
      <w:tc>
        <w:tcPr>
          <w:tcW w:w="5103" w:type="dxa"/>
        </w:tcPr>
        <w:p w:rsidR="00DE6FA4" w:rsidRDefault="00DE6FA4" w:rsidP="00193962">
          <w:pPr>
            <w:rPr>
              <w:sz w:val="18"/>
            </w:rPr>
          </w:pPr>
          <w:r>
            <w:rPr>
              <w:sz w:val="18"/>
            </w:rPr>
            <w:t>Arbeitskarte KG 480 – Gebäudeautomation/MSR-Anlagen</w:t>
          </w:r>
        </w:p>
      </w:tc>
      <w:tc>
        <w:tcPr>
          <w:tcW w:w="1984" w:type="dxa"/>
        </w:tcPr>
        <w:p w:rsidR="00DE6FA4" w:rsidRPr="0020723F" w:rsidRDefault="005333D9" w:rsidP="00193962">
          <w:pPr>
            <w:pStyle w:val="Fuzeile"/>
            <w:rPr>
              <w:b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1114425" cy="400050"/>
                <wp:effectExtent l="0" t="0" r="0" b="0"/>
                <wp:docPr id="1" name="Bild 1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:rsidR="00DE6FA4" w:rsidRPr="0020723F" w:rsidRDefault="00DE6FA4" w:rsidP="00193962">
          <w:pPr>
            <w:pStyle w:val="Fuzeile"/>
            <w:jc w:val="right"/>
            <w:rPr>
              <w:b/>
              <w:sz w:val="18"/>
            </w:rPr>
          </w:pPr>
          <w:r w:rsidRPr="007736BD">
            <w:rPr>
              <w:rStyle w:val="Seitenzahl"/>
              <w:b/>
            </w:rPr>
            <w:fldChar w:fldCharType="begin"/>
          </w:r>
          <w:r w:rsidRPr="007736BD">
            <w:rPr>
              <w:rStyle w:val="Seitenzahl"/>
              <w:b/>
            </w:rPr>
            <w:instrText xml:space="preserve">PAGE  </w:instrText>
          </w:r>
          <w:r w:rsidRPr="007736BD">
            <w:rPr>
              <w:rStyle w:val="Seitenzahl"/>
              <w:b/>
            </w:rPr>
            <w:fldChar w:fldCharType="separate"/>
          </w:r>
          <w:r w:rsidR="005333D9">
            <w:rPr>
              <w:rStyle w:val="Seitenzahl"/>
              <w:b/>
              <w:noProof/>
            </w:rPr>
            <w:t>2</w:t>
          </w:r>
          <w:r w:rsidRPr="007736BD">
            <w:rPr>
              <w:rStyle w:val="Seitenzahl"/>
              <w:b/>
            </w:rPr>
            <w:fldChar w:fldCharType="end"/>
          </w:r>
        </w:p>
      </w:tc>
    </w:tr>
  </w:tbl>
  <w:p w:rsidR="007F5BCB" w:rsidRDefault="007F5BC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B45" w:rsidRDefault="001A2B4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F76" w:rsidRDefault="00171F76">
      <w:r>
        <w:separator/>
      </w:r>
    </w:p>
  </w:footnote>
  <w:footnote w:type="continuationSeparator" w:id="0">
    <w:p w:rsidR="00171F76" w:rsidRDefault="00171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B45" w:rsidRDefault="001A2B4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BCB" w:rsidRPr="00E8157E" w:rsidRDefault="007F5BCB" w:rsidP="00116753">
    <w:pPr>
      <w:pStyle w:val="Kopfzeile"/>
      <w:jc w:val="center"/>
      <w:rPr>
        <w:b/>
      </w:rPr>
    </w:pPr>
    <w:r w:rsidRPr="00E8157E">
      <w:rPr>
        <w:b/>
      </w:rPr>
      <w:t xml:space="preserve"> Arbeitskarte für KG 4</w:t>
    </w:r>
    <w:r w:rsidR="00C40337">
      <w:rPr>
        <w:b/>
      </w:rPr>
      <w:t>80</w:t>
    </w:r>
    <w:r w:rsidRPr="00E8157E">
      <w:rPr>
        <w:b/>
      </w:rPr>
      <w:t xml:space="preserve"> </w:t>
    </w:r>
    <w:r w:rsidR="00C40337">
      <w:rPr>
        <w:b/>
      </w:rPr>
      <w:t>Gebäudeautomation</w:t>
    </w:r>
    <w:r w:rsidR="001A2B45">
      <w:rPr>
        <w:b/>
      </w:rPr>
      <w:t xml:space="preserve"> </w:t>
    </w:r>
    <w:r w:rsidR="00C40337">
      <w:rPr>
        <w:b/>
      </w:rPr>
      <w:t>/</w:t>
    </w:r>
    <w:r w:rsidR="001A2B45">
      <w:rPr>
        <w:b/>
      </w:rPr>
      <w:t xml:space="preserve"> </w:t>
    </w:r>
    <w:r w:rsidR="00C40337">
      <w:rPr>
        <w:b/>
      </w:rPr>
      <w:t>MSR-Anlagen</w:t>
    </w:r>
  </w:p>
  <w:tbl>
    <w:tblPr>
      <w:tblW w:w="10065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6"/>
      <w:gridCol w:w="4820"/>
      <w:gridCol w:w="567"/>
      <w:gridCol w:w="567"/>
      <w:gridCol w:w="567"/>
      <w:gridCol w:w="2268"/>
    </w:tblGrid>
    <w:tr w:rsidR="007F5BCB" w:rsidRPr="00116753" w:rsidTr="00972D81">
      <w:trPr>
        <w:trHeight w:val="263"/>
      </w:trPr>
      <w:tc>
        <w:tcPr>
          <w:tcW w:w="1276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:rsidR="007F5BCB" w:rsidRDefault="007F5BCB" w:rsidP="00012C6D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Leistungs-</w:t>
          </w:r>
        </w:p>
        <w:p w:rsidR="007F5BCB" w:rsidRPr="00116753" w:rsidRDefault="007F5BCB" w:rsidP="00012C6D">
          <w:pPr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kennziffer</w:t>
          </w:r>
        </w:p>
      </w:tc>
      <w:tc>
        <w:tcPr>
          <w:tcW w:w="482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7F5BCB" w:rsidRPr="00116753" w:rsidRDefault="007F5BCB" w:rsidP="00012C6D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Inspektions- und Wartun</w:t>
          </w:r>
          <w:r>
            <w:rPr>
              <w:b/>
              <w:bCs/>
              <w:sz w:val="18"/>
              <w:szCs w:val="18"/>
            </w:rPr>
            <w:t>gsarbeiten</w:t>
          </w:r>
        </w:p>
      </w:tc>
      <w:tc>
        <w:tcPr>
          <w:tcW w:w="1701" w:type="dxa"/>
          <w:gridSpan w:val="3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7F5BCB" w:rsidRPr="003B434C" w:rsidRDefault="007F5BCB" w:rsidP="00012C6D">
          <w:pPr>
            <w:jc w:val="center"/>
            <w:rPr>
              <w:b/>
              <w:bCs/>
              <w:sz w:val="18"/>
              <w:szCs w:val="18"/>
            </w:rPr>
          </w:pPr>
          <w:r w:rsidRPr="003B434C">
            <w:rPr>
              <w:b/>
              <w:bCs/>
              <w:sz w:val="18"/>
              <w:szCs w:val="18"/>
            </w:rPr>
            <w:t>Fristen</w:t>
          </w:r>
        </w:p>
      </w:tc>
      <w:tc>
        <w:tcPr>
          <w:tcW w:w="2268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:rsidR="007F5BCB" w:rsidRPr="00116753" w:rsidRDefault="007F5BCB" w:rsidP="00012C6D">
          <w:pPr>
            <w:jc w:val="center"/>
            <w:rPr>
              <w:b/>
              <w:bCs/>
              <w:sz w:val="18"/>
              <w:szCs w:val="18"/>
            </w:rPr>
          </w:pPr>
          <w:r w:rsidRPr="00116753">
            <w:rPr>
              <w:b/>
              <w:bCs/>
              <w:sz w:val="18"/>
              <w:szCs w:val="18"/>
            </w:rPr>
            <w:t>Bemerkungen</w:t>
          </w:r>
        </w:p>
      </w:tc>
    </w:tr>
    <w:tr w:rsidR="007F5BCB" w:rsidRPr="00116753" w:rsidTr="00972D81">
      <w:trPr>
        <w:trHeight w:val="513"/>
      </w:trPr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:rsidR="007F5BCB" w:rsidRPr="00116753" w:rsidRDefault="007F5BCB" w:rsidP="00012C6D">
          <w:pPr>
            <w:rPr>
              <w:b/>
              <w:bCs/>
              <w:sz w:val="18"/>
              <w:szCs w:val="18"/>
            </w:rPr>
          </w:pPr>
        </w:p>
      </w:tc>
      <w:tc>
        <w:tcPr>
          <w:tcW w:w="4820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7F5BCB" w:rsidRPr="00116753" w:rsidRDefault="007F5BCB" w:rsidP="00012C6D">
          <w:pPr>
            <w:rPr>
              <w:b/>
              <w:bCs/>
              <w:sz w:val="18"/>
              <w:szCs w:val="18"/>
            </w:rPr>
          </w:pPr>
        </w:p>
      </w:tc>
      <w:tc>
        <w:tcPr>
          <w:tcW w:w="567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7F5BCB" w:rsidRPr="00116753" w:rsidRDefault="0094735D" w:rsidP="00012C6D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1</w:t>
          </w:r>
          <w:r w:rsidR="007F5BCB" w:rsidRPr="00116753">
            <w:rPr>
              <w:sz w:val="12"/>
              <w:szCs w:val="12"/>
            </w:rPr>
            <w:t>-</w:t>
          </w:r>
          <w:r w:rsidR="007F5BCB">
            <w:rPr>
              <w:sz w:val="12"/>
              <w:szCs w:val="12"/>
            </w:rPr>
            <w:t>jährl</w:t>
          </w:r>
          <w:r w:rsidR="007F5BCB" w:rsidRPr="00116753">
            <w:rPr>
              <w:sz w:val="12"/>
              <w:szCs w:val="12"/>
            </w:rPr>
            <w:t>.</w:t>
          </w:r>
        </w:p>
      </w:tc>
      <w:tc>
        <w:tcPr>
          <w:tcW w:w="567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7F5BCB" w:rsidRPr="00116753" w:rsidRDefault="00C40337" w:rsidP="00012C6D">
          <w:pPr>
            <w:jc w:val="center"/>
            <w:rPr>
              <w:sz w:val="12"/>
              <w:szCs w:val="12"/>
            </w:rPr>
          </w:pPr>
          <w:r>
            <w:rPr>
              <w:sz w:val="12"/>
              <w:szCs w:val="12"/>
            </w:rPr>
            <w:t>2</w:t>
          </w:r>
          <w:r w:rsidR="007F5BCB" w:rsidRPr="00116753">
            <w:rPr>
              <w:sz w:val="12"/>
              <w:szCs w:val="12"/>
            </w:rPr>
            <w:t>-</w:t>
          </w:r>
          <w:r w:rsidR="007F5BCB">
            <w:rPr>
              <w:sz w:val="12"/>
              <w:szCs w:val="12"/>
            </w:rPr>
            <w:t>jährl</w:t>
          </w:r>
          <w:r w:rsidR="007F5BCB" w:rsidRPr="00116753">
            <w:rPr>
              <w:sz w:val="12"/>
              <w:szCs w:val="12"/>
            </w:rPr>
            <w:t>.</w:t>
          </w:r>
        </w:p>
      </w:tc>
      <w:tc>
        <w:tcPr>
          <w:tcW w:w="567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7F5BCB" w:rsidRPr="00116753" w:rsidRDefault="007F5BCB" w:rsidP="00012C6D">
          <w:pPr>
            <w:jc w:val="center"/>
            <w:rPr>
              <w:sz w:val="12"/>
              <w:szCs w:val="12"/>
            </w:rPr>
          </w:pPr>
          <w:r w:rsidRPr="00116753">
            <w:rPr>
              <w:sz w:val="12"/>
              <w:szCs w:val="12"/>
            </w:rPr>
            <w:t>bei Be</w:t>
          </w:r>
          <w:r>
            <w:rPr>
              <w:sz w:val="12"/>
              <w:szCs w:val="12"/>
            </w:rPr>
            <w:t>-</w:t>
          </w:r>
          <w:r w:rsidRPr="00116753">
            <w:rPr>
              <w:sz w:val="12"/>
              <w:szCs w:val="12"/>
            </w:rPr>
            <w:t>darf</w:t>
          </w:r>
        </w:p>
      </w:tc>
      <w:tc>
        <w:tcPr>
          <w:tcW w:w="2268" w:type="dxa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:rsidR="007F5BCB" w:rsidRPr="00116753" w:rsidRDefault="007F5BCB" w:rsidP="00012C6D">
          <w:pPr>
            <w:rPr>
              <w:b/>
              <w:bCs/>
              <w:sz w:val="18"/>
              <w:szCs w:val="18"/>
            </w:rPr>
          </w:pPr>
        </w:p>
      </w:tc>
    </w:tr>
  </w:tbl>
  <w:p w:rsidR="007F5BCB" w:rsidRDefault="007F5BCB" w:rsidP="00116753">
    <w:pPr>
      <w:pStyle w:val="Kopfzeil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B45" w:rsidRDefault="001A2B4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53"/>
    <w:rsid w:val="00012C6D"/>
    <w:rsid w:val="00016E67"/>
    <w:rsid w:val="0002353F"/>
    <w:rsid w:val="000821DA"/>
    <w:rsid w:val="00116753"/>
    <w:rsid w:val="00137560"/>
    <w:rsid w:val="00153099"/>
    <w:rsid w:val="00171F76"/>
    <w:rsid w:val="00186744"/>
    <w:rsid w:val="00193962"/>
    <w:rsid w:val="001A2B45"/>
    <w:rsid w:val="001D7461"/>
    <w:rsid w:val="00243B5D"/>
    <w:rsid w:val="002C0C55"/>
    <w:rsid w:val="002F4AEB"/>
    <w:rsid w:val="00354976"/>
    <w:rsid w:val="003B434C"/>
    <w:rsid w:val="00407C0B"/>
    <w:rsid w:val="004611EA"/>
    <w:rsid w:val="00485FE2"/>
    <w:rsid w:val="00486322"/>
    <w:rsid w:val="00514AC1"/>
    <w:rsid w:val="005333D9"/>
    <w:rsid w:val="005363E4"/>
    <w:rsid w:val="00546542"/>
    <w:rsid w:val="00607974"/>
    <w:rsid w:val="00623D62"/>
    <w:rsid w:val="006E106A"/>
    <w:rsid w:val="00746090"/>
    <w:rsid w:val="007647CB"/>
    <w:rsid w:val="00767ABF"/>
    <w:rsid w:val="007736BD"/>
    <w:rsid w:val="007B0BAC"/>
    <w:rsid w:val="007B574C"/>
    <w:rsid w:val="007D777C"/>
    <w:rsid w:val="007F5BCB"/>
    <w:rsid w:val="0080185D"/>
    <w:rsid w:val="008213F7"/>
    <w:rsid w:val="00863420"/>
    <w:rsid w:val="00887B4F"/>
    <w:rsid w:val="008F022A"/>
    <w:rsid w:val="00940942"/>
    <w:rsid w:val="0094735D"/>
    <w:rsid w:val="00953137"/>
    <w:rsid w:val="0095730D"/>
    <w:rsid w:val="00972D81"/>
    <w:rsid w:val="0098678F"/>
    <w:rsid w:val="009A7E78"/>
    <w:rsid w:val="009C2CEC"/>
    <w:rsid w:val="00A8714B"/>
    <w:rsid w:val="00C40337"/>
    <w:rsid w:val="00D02EC1"/>
    <w:rsid w:val="00D1369A"/>
    <w:rsid w:val="00DA6D5E"/>
    <w:rsid w:val="00DB7A54"/>
    <w:rsid w:val="00DE6FA4"/>
    <w:rsid w:val="00DF5B1C"/>
    <w:rsid w:val="00E26309"/>
    <w:rsid w:val="00E26698"/>
    <w:rsid w:val="00E33A20"/>
    <w:rsid w:val="00E47751"/>
    <w:rsid w:val="00E50C1C"/>
    <w:rsid w:val="00E634A3"/>
    <w:rsid w:val="00E8157E"/>
    <w:rsid w:val="00F1427C"/>
    <w:rsid w:val="00F23645"/>
    <w:rsid w:val="00F61FAD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E9F533BF-522C-4AF8-B267-E2692CF76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654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b/>
      <w:bCs/>
      <w:kern w:val="32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bCs/>
      <w:szCs w:val="2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</w:style>
  <w:style w:type="numbering" w:styleId="111111">
    <w:name w:val="Outline List 2"/>
    <w:basedOn w:val="KeineListe"/>
    <w:rsid w:val="00E50C1C"/>
    <w:pPr>
      <w:numPr>
        <w:numId w:val="4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116753"/>
    <w:rPr>
      <w:color w:val="0000FF"/>
      <w:u w:val="single"/>
    </w:rPr>
  </w:style>
  <w:style w:type="character" w:styleId="BesuchterHyperlink">
    <w:name w:val="BesuchterHyperlink"/>
    <w:uiPriority w:val="99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Style3">
    <w:name w:val="Style3"/>
    <w:basedOn w:val="Standard"/>
    <w:rsid w:val="00546542"/>
  </w:style>
  <w:style w:type="paragraph" w:customStyle="1" w:styleId="Style5">
    <w:name w:val="Style5"/>
    <w:basedOn w:val="Standard"/>
    <w:rsid w:val="00546542"/>
  </w:style>
  <w:style w:type="paragraph" w:customStyle="1" w:styleId="Style8">
    <w:name w:val="Style8"/>
    <w:basedOn w:val="Standard"/>
    <w:rsid w:val="00546542"/>
    <w:pPr>
      <w:spacing w:line="144" w:lineRule="exact"/>
    </w:pPr>
  </w:style>
  <w:style w:type="paragraph" w:customStyle="1" w:styleId="Style9">
    <w:name w:val="Style9"/>
    <w:basedOn w:val="Standard"/>
    <w:rsid w:val="00546542"/>
  </w:style>
  <w:style w:type="character" w:customStyle="1" w:styleId="FontStyle11">
    <w:name w:val="Font Style11"/>
    <w:rsid w:val="0054654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rsid w:val="00546542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14">
    <w:name w:val="Font Style14"/>
    <w:rsid w:val="00546542"/>
    <w:rPr>
      <w:rFonts w:ascii="Arial" w:hAnsi="Arial" w:cs="Arial"/>
      <w:color w:val="000000"/>
      <w:sz w:val="12"/>
      <w:szCs w:val="12"/>
    </w:rPr>
  </w:style>
  <w:style w:type="paragraph" w:customStyle="1" w:styleId="Style2">
    <w:name w:val="Style2"/>
    <w:basedOn w:val="Standard"/>
    <w:rsid w:val="00F61FAD"/>
    <w:pPr>
      <w:spacing w:line="144" w:lineRule="exact"/>
    </w:pPr>
  </w:style>
  <w:style w:type="character" w:styleId="Seitenzahl">
    <w:name w:val="page number"/>
    <w:basedOn w:val="Absatz-Standardschriftart"/>
    <w:rsid w:val="007736BD"/>
  </w:style>
  <w:style w:type="paragraph" w:customStyle="1" w:styleId="xl75">
    <w:name w:val="xl75"/>
    <w:basedOn w:val="Standard"/>
    <w:rsid w:val="00C403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Standard"/>
    <w:rsid w:val="00C403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Standard"/>
    <w:rsid w:val="00C40337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Standard"/>
    <w:rsid w:val="00C4033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3">
    <w:name w:val="xl83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4">
    <w:name w:val="xl84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85">
    <w:name w:val="xl85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86">
    <w:name w:val="xl86"/>
    <w:basedOn w:val="Standard"/>
    <w:rsid w:val="00C4033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8">
    <w:name w:val="xl88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89">
    <w:name w:val="xl89"/>
    <w:basedOn w:val="Standard"/>
    <w:rsid w:val="00C40337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90">
    <w:name w:val="xl90"/>
    <w:basedOn w:val="Standard"/>
    <w:rsid w:val="00C403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1">
    <w:name w:val="xl91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2">
    <w:name w:val="xl92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3">
    <w:name w:val="xl93"/>
    <w:basedOn w:val="Standard"/>
    <w:rsid w:val="00C40337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96">
    <w:name w:val="xl96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Standard"/>
    <w:rsid w:val="00C40337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Standard"/>
    <w:rsid w:val="00C4033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Standard"/>
    <w:rsid w:val="00C40337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table" w:styleId="Tabellenraster">
    <w:name w:val="Table Grid"/>
    <w:basedOn w:val="NormaleTabelle"/>
    <w:rsid w:val="00C40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4C7F3C73B2142901ABF45727E7219" ma:contentTypeVersion="12" ma:contentTypeDescription="Ein neues Dokument erstellen." ma:contentTypeScope="" ma:versionID="60d92b8ce3b8e241a7dce48a1419aa32">
  <xsd:schema xmlns:xsd="http://www.w3.org/2001/XMLSchema" xmlns:xs="http://www.w3.org/2001/XMLSchema" xmlns:p="http://schemas.microsoft.com/office/2006/metadata/properties" xmlns:ns2="e031b008-dec8-469d-a26b-406fd6dd17a3" xmlns:ns3="1690a4ca-ff39-47b9-a824-67e0bee0089d" targetNamespace="http://schemas.microsoft.com/office/2006/metadata/properties" ma:root="true" ma:fieldsID="e25bc800f634deee0c5e2fd7442c0c6e" ns2:_="" ns3:_="">
    <xsd:import namespace="e031b008-dec8-469d-a26b-406fd6dd17a3"/>
    <xsd:import namespace="1690a4ca-ff39-47b9-a824-67e0bee0089d"/>
    <xsd:element name="properties">
      <xsd:complexType>
        <xsd:sequence>
          <xsd:element name="documentManagement">
            <xsd:complexType>
              <xsd:all>
                <xsd:element ref="ns2:Gewerk_x002f_Los" minOccurs="0"/>
                <xsd:element ref="ns2:Kategorie" minOccurs="0"/>
                <xsd:element ref="ns2:SPPRAdditionalText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rdnerebene0" minOccurs="0"/>
                <xsd:element ref="ns3:Ordnerebene1" minOccurs="0"/>
                <xsd:element ref="ns3:Ordnerebene2" minOccurs="0"/>
                <xsd:element ref="ns3:Ordnerebene3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1b008-dec8-469d-a26b-406fd6dd17a3" elementFormDefault="qualified">
    <xsd:import namespace="http://schemas.microsoft.com/office/2006/documentManagement/types"/>
    <xsd:import namespace="http://schemas.microsoft.com/office/infopath/2007/PartnerControls"/>
    <xsd:element name="Gewerk_x002f_Los" ma:index="1" nillable="true" ma:displayName="Gewerk/Los" ma:default="-" ma:format="Dropdown" ma:internalName="Gewerk_x002f_Los">
      <xsd:simpleType>
        <xsd:restriction base="dms:Choice">
          <xsd:enumeration value="-"/>
        </xsd:restriction>
      </xsd:simpleType>
    </xsd:element>
    <xsd:element name="Kategorie" ma:index="2" nillable="true" ma:displayName="Kategorie" ma:default="-" ma:format="Dropdown" ma:internalName="Kategorie">
      <xsd:simpleType>
        <xsd:restriction base="dms:Choice">
          <xsd:enumeration value="-"/>
          <xsd:enumeration value="LV"/>
          <xsd:enumeration value="Formblatt"/>
          <xsd:enumeration value="Anlage"/>
        </xsd:restriction>
      </xsd:simpleType>
    </xsd:element>
    <xsd:element name="SPPRAdditionalText" ma:index="3" nillable="true" ma:displayName="Zusatztext" ma:internalName="SPPRAdditional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0a4ca-ff39-47b9-a824-67e0bee00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dnerebene0" ma:index="14" nillable="true" ma:displayName="Ordnerebene0" ma:internalName="Ordnerebene0">
      <xsd:simpleType>
        <xsd:restriction base="dms:Text"/>
      </xsd:simpleType>
    </xsd:element>
    <xsd:element name="Ordnerebene1" ma:index="15" nillable="true" ma:displayName="Ordnerebene1" ma:internalName="Ordnerebene1">
      <xsd:simpleType>
        <xsd:restriction base="dms:Text"/>
      </xsd:simpleType>
    </xsd:element>
    <xsd:element name="Ordnerebene2" ma:index="16" nillable="true" ma:displayName="Ordnerebene2" ma:internalName="Ordnerebene2">
      <xsd:simpleType>
        <xsd:restriction base="dms:Text"/>
      </xsd:simpleType>
    </xsd:element>
    <xsd:element name="Ordnerebene3" ma:index="17" nillable="true" ma:displayName="Ordnerebene3" ma:internalName="Ordnerebene3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nerebene2 xmlns="1690a4ca-ff39-47b9-a824-67e0bee0089d">Wartung Los 407</Ordnerebene2>
    <SPPRAdditionalText xmlns="e031b008-dec8-469d-a26b-406fd6dd17a3" xsi:nil="true"/>
    <Gewerk_x002f_Los xmlns="e031b008-dec8-469d-a26b-406fd6dd17a3">-</Gewerk_x002f_Los>
    <Kategorie xmlns="e031b008-dec8-469d-a26b-406fd6dd17a3">-</Kategorie>
    <Ordnerebene1 xmlns="1690a4ca-ff39-47b9-a824-67e0bee0089d">02 Anlagen</Ordnerebene1>
    <Ordnerebene0 xmlns="1690a4ca-ff39-47b9-a824-67e0bee0089d">Los 407 - Gebäudeautomation</Ordnerebene0>
    <Ordnerebene3 xmlns="1690a4ca-ff39-47b9-a824-67e0bee0089d" xsi:nil="true"/>
  </documentManagement>
</p:properties>
</file>

<file path=customXml/itemProps1.xml><?xml version="1.0" encoding="utf-8"?>
<ds:datastoreItem xmlns:ds="http://schemas.openxmlformats.org/officeDocument/2006/customXml" ds:itemID="{7A50FCE6-51AD-4DDA-A871-1AC0BDB6A518}"/>
</file>

<file path=customXml/itemProps2.xml><?xml version="1.0" encoding="utf-8"?>
<ds:datastoreItem xmlns:ds="http://schemas.openxmlformats.org/officeDocument/2006/customXml" ds:itemID="{21877277-51E8-4AAC-AE9F-91433C5F56CB}"/>
</file>

<file path=customXml/itemProps3.xml><?xml version="1.0" encoding="utf-8"?>
<ds:datastoreItem xmlns:ds="http://schemas.openxmlformats.org/officeDocument/2006/customXml" ds:itemID="{B69C7ABB-3694-409F-80BB-A0B712F1D6B5}"/>
</file>

<file path=docProps/app.xml><?xml version="1.0" encoding="utf-8"?>
<Properties xmlns="http://schemas.openxmlformats.org/officeDocument/2006/extended-properties" xmlns:vt="http://schemas.openxmlformats.org/officeDocument/2006/docPropsVTypes">
  <Template>95A338B5.dotm</Template>
  <TotalTime>0</TotalTime>
  <Pages>5</Pages>
  <Words>1438</Words>
  <Characters>9061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Wartung 2013 - Arbeitskarte 445</vt:lpstr>
    </vt:vector>
  </TitlesOfParts>
  <Company>AMEV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Wartung 2013 - Arbeitskarte 445</dc:title>
  <dc:subject>Beleuchtungsanlagen</dc:subject>
  <dc:creator>Schreiber</dc:creator>
  <cp:keywords/>
  <cp:lastModifiedBy>Schork, Andreas</cp:lastModifiedBy>
  <cp:revision>2</cp:revision>
  <dcterms:created xsi:type="dcterms:W3CDTF">2020-02-19T09:45:00Z</dcterms:created>
  <dcterms:modified xsi:type="dcterms:W3CDTF">2020-02-19T09:45:00Z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0x0101009874C7F3C73B2142901ABF45727E7219</vt:lpwstr>
  </property>
</Properties>
</file>