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1247"/>
        <w:gridCol w:w="227"/>
        <w:gridCol w:w="2495"/>
      </w:tblGrid>
      <w:tr w:rsidR="00560809" w14:paraId="731118C4" w14:textId="77777777">
        <w:tc>
          <w:tcPr>
            <w:tcW w:w="1247" w:type="dxa"/>
          </w:tcPr>
          <w:p w14:paraId="0899635C" w14:textId="77777777" w:rsidR="00560809" w:rsidRDefault="00AA26B6">
            <w:pPr>
              <w:pStyle w:val="Infoblock"/>
              <w:framePr w:wrap="around"/>
              <w:rPr>
                <w:color w:val="FF506E" w:themeColor="accent2"/>
              </w:rPr>
            </w:pPr>
            <w:r>
              <w:rPr>
                <w:color w:val="FF506E" w:themeColor="accent2"/>
              </w:rPr>
              <w:t>Datum</w:t>
            </w:r>
          </w:p>
          <w:p w14:paraId="7F85802F" w14:textId="5570CC99" w:rsidR="00560809" w:rsidRDefault="00AA26B6">
            <w:pPr>
              <w:pStyle w:val="Infoblock"/>
              <w:framePr w:wrap="around"/>
            </w:pPr>
            <w:r>
              <w:fldChar w:fldCharType="begin"/>
            </w:r>
            <w:r>
              <w:instrText xml:space="preserve"> DATE \@ "d MMMM yyyy" </w:instrText>
            </w:r>
            <w:r>
              <w:fldChar w:fldCharType="separate"/>
            </w:r>
            <w:r w:rsidR="00760D4D">
              <w:rPr>
                <w:noProof/>
              </w:rPr>
              <w:t>26 June 2024</w:t>
            </w:r>
            <w:r>
              <w:fldChar w:fldCharType="end"/>
            </w:r>
          </w:p>
        </w:tc>
        <w:tc>
          <w:tcPr>
            <w:tcW w:w="227" w:type="dxa"/>
          </w:tcPr>
          <w:p w14:paraId="3F937B04" w14:textId="77777777" w:rsidR="00560809" w:rsidRDefault="00560809">
            <w:pPr>
              <w:pStyle w:val="Infoblock"/>
              <w:framePr w:wrap="around"/>
            </w:pPr>
          </w:p>
        </w:tc>
        <w:tc>
          <w:tcPr>
            <w:tcW w:w="2495" w:type="dxa"/>
          </w:tcPr>
          <w:p w14:paraId="17E330AE" w14:textId="77777777" w:rsidR="00560809" w:rsidRDefault="00AA26B6">
            <w:pPr>
              <w:pStyle w:val="Infoblock"/>
              <w:framePr w:wrap="around"/>
              <w:rPr>
                <w:color w:val="FF506E" w:themeColor="accent2"/>
                <w:lang w:val="de-DE"/>
              </w:rPr>
            </w:pPr>
            <w:r>
              <w:rPr>
                <w:color w:val="FF506E" w:themeColor="accent2"/>
                <w:lang w:val="de-DE"/>
              </w:rPr>
              <w:t>Abteilung</w:t>
            </w:r>
          </w:p>
          <w:p w14:paraId="01CF5017" w14:textId="77777777" w:rsidR="00560809" w:rsidRDefault="00AA26B6">
            <w:pPr>
              <w:pStyle w:val="Infoblock"/>
              <w:framePr w:wrap="around"/>
              <w:rPr>
                <w:lang w:val="de-DE"/>
              </w:rPr>
            </w:pPr>
            <w:r>
              <w:rPr>
                <w:lang w:val="de-DE"/>
              </w:rPr>
              <w:t>Hauptabteilung Infrastruktur</w:t>
            </w:r>
          </w:p>
          <w:p w14:paraId="094043C6" w14:textId="77777777" w:rsidR="00560809" w:rsidRDefault="00AA26B6">
            <w:pPr>
              <w:pStyle w:val="Infoblock"/>
              <w:framePr w:wrap="around"/>
              <w:rPr>
                <w:lang w:val="de-DE"/>
              </w:rPr>
            </w:pPr>
            <w:r>
              <w:rPr>
                <w:lang w:val="de-DE"/>
              </w:rPr>
              <w:t>Abteilung xxx</w:t>
            </w:r>
          </w:p>
          <w:p w14:paraId="0174A601" w14:textId="77777777" w:rsidR="00560809" w:rsidRDefault="00560809">
            <w:pPr>
              <w:pStyle w:val="Infoblock"/>
              <w:framePr w:wrap="around"/>
              <w:rPr>
                <w:lang w:val="de-DE"/>
              </w:rPr>
            </w:pPr>
          </w:p>
        </w:tc>
      </w:tr>
      <w:tr w:rsidR="00560809" w14:paraId="4DC62A97" w14:textId="77777777">
        <w:tc>
          <w:tcPr>
            <w:tcW w:w="1247" w:type="dxa"/>
          </w:tcPr>
          <w:p w14:paraId="71F012C9" w14:textId="77777777" w:rsidR="00560809" w:rsidRDefault="00AA26B6">
            <w:pPr>
              <w:pStyle w:val="Infoblock"/>
              <w:framePr w:wrap="around"/>
              <w:rPr>
                <w:color w:val="FF506E" w:themeColor="accent2"/>
              </w:rPr>
            </w:pPr>
            <w:r>
              <w:rPr>
                <w:color w:val="FF506E" w:themeColor="accent2"/>
              </w:rPr>
              <w:t>Version</w:t>
            </w:r>
          </w:p>
          <w:p w14:paraId="220DA9F9" w14:textId="77777777" w:rsidR="00560809" w:rsidRDefault="00AA26B6">
            <w:pPr>
              <w:pStyle w:val="Infoblock"/>
              <w:framePr w:wrap="around"/>
            </w:pPr>
            <w:r>
              <w:t>1.0</w:t>
            </w:r>
          </w:p>
        </w:tc>
        <w:tc>
          <w:tcPr>
            <w:tcW w:w="227" w:type="dxa"/>
          </w:tcPr>
          <w:p w14:paraId="013E802A" w14:textId="77777777" w:rsidR="00560809" w:rsidRDefault="00560809">
            <w:pPr>
              <w:pStyle w:val="Infoblock"/>
              <w:framePr w:wrap="around"/>
            </w:pPr>
          </w:p>
        </w:tc>
        <w:tc>
          <w:tcPr>
            <w:tcW w:w="2495" w:type="dxa"/>
          </w:tcPr>
          <w:p w14:paraId="55C78267" w14:textId="77777777" w:rsidR="00560809" w:rsidRDefault="00AA26B6">
            <w:pPr>
              <w:pStyle w:val="Infoblock"/>
              <w:framePr w:wrap="around"/>
              <w:rPr>
                <w:color w:val="FF506E" w:themeColor="accent2"/>
              </w:rPr>
            </w:pPr>
            <w:proofErr w:type="spellStart"/>
            <w:r>
              <w:rPr>
                <w:color w:val="FF506E" w:themeColor="accent2"/>
              </w:rPr>
              <w:t>Verfasser</w:t>
            </w:r>
            <w:proofErr w:type="spellEnd"/>
          </w:p>
          <w:p w14:paraId="61E29DA2" w14:textId="77777777" w:rsidR="00560809" w:rsidRDefault="00AA26B6">
            <w:pPr>
              <w:pStyle w:val="Infoblock"/>
              <w:framePr w:wrap="around"/>
            </w:pPr>
            <w:r>
              <w:t xml:space="preserve">Max </w:t>
            </w:r>
            <w:proofErr w:type="spellStart"/>
            <w:r>
              <w:t>Mustermann</w:t>
            </w:r>
            <w:proofErr w:type="spellEnd"/>
          </w:p>
        </w:tc>
      </w:tr>
    </w:tbl>
    <w:p w14:paraId="465CBB6C" w14:textId="77777777" w:rsidR="00560809" w:rsidRDefault="00560809">
      <w:pPr>
        <w:pStyle w:val="Copytext"/>
        <w:rPr>
          <w:color w:val="FF506E" w:themeColor="accent2"/>
          <w:lang w:val="en-US"/>
        </w:rPr>
        <w:sectPr w:rsidR="00560809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0" w:h="16840"/>
          <w:pgMar w:top="2948" w:right="851" w:bottom="1418" w:left="851" w:header="567" w:footer="936" w:gutter="0"/>
          <w:cols w:space="708"/>
          <w:formProt w:val="0"/>
          <w:titlePg/>
          <w:docGrid w:linePitch="360"/>
        </w:sectPr>
      </w:pPr>
    </w:p>
    <w:p w14:paraId="6E8EEC88" w14:textId="77777777" w:rsidR="00560809" w:rsidRDefault="00AA26B6">
      <w:pPr>
        <w:pStyle w:val="Copytext"/>
        <w:rPr>
          <w:b/>
          <w:color w:val="FF506E" w:themeColor="accent2"/>
        </w:rPr>
      </w:pPr>
      <w:r>
        <w:rPr>
          <w:b/>
          <w:color w:val="FF506E" w:themeColor="accent2"/>
        </w:rPr>
        <w:t>Protokoll</w:t>
      </w:r>
    </w:p>
    <w:p w14:paraId="7C15167D" w14:textId="2DEB9042" w:rsidR="00560809" w:rsidRDefault="00AA26B6">
      <w:pPr>
        <w:pStyle w:val="Copytext"/>
      </w:pPr>
      <w:r>
        <w:rPr>
          <w:b/>
        </w:rPr>
        <w:t>Projekt</w:t>
      </w:r>
      <w:r>
        <w:t xml:space="preserve">: </w:t>
      </w:r>
      <w:r w:rsidR="00C37541">
        <w:t>Errichtung einer zentralen Wärmerückgewinnung im G35</w:t>
      </w:r>
    </w:p>
    <w:p w14:paraId="500CA7A1" w14:textId="601A1AC7" w:rsidR="00560809" w:rsidRDefault="00AA26B6">
      <w:pPr>
        <w:pStyle w:val="Copytext"/>
      </w:pPr>
      <w:r>
        <w:rPr>
          <w:b/>
        </w:rPr>
        <w:t>Projekt-Nr</w:t>
      </w:r>
      <w:r>
        <w:t>.: 35</w:t>
      </w:r>
      <w:r w:rsidR="00C37541">
        <w:t>11</w:t>
      </w:r>
      <w:r>
        <w:t>-</w:t>
      </w:r>
      <w:r w:rsidR="00C37541">
        <w:t>WRG</w:t>
      </w:r>
      <w:r>
        <w:t>-000</w:t>
      </w:r>
      <w:r w:rsidR="00C37541">
        <w:t>491</w:t>
      </w:r>
      <w:r>
        <w:t>-2</w:t>
      </w:r>
      <w:r w:rsidR="00C37541">
        <w:t>3</w:t>
      </w:r>
    </w:p>
    <w:p w14:paraId="1087ACD3" w14:textId="1E8A197F" w:rsidR="00560809" w:rsidRPr="00130C34" w:rsidRDefault="00AA26B6">
      <w:pPr>
        <w:pStyle w:val="Copytext"/>
      </w:pPr>
      <w:r w:rsidRPr="00130C34">
        <w:rPr>
          <w:b/>
        </w:rPr>
        <w:t>Ort</w:t>
      </w:r>
      <w:r w:rsidRPr="00130C34">
        <w:t>: Videokonferenz (</w:t>
      </w:r>
      <w:r w:rsidR="00C37541" w:rsidRPr="00130C34">
        <w:t>Teams</w:t>
      </w:r>
      <w:r w:rsidRPr="00130C34">
        <w:t>-Meeting)</w:t>
      </w:r>
    </w:p>
    <w:p w14:paraId="3FFDCC41" w14:textId="77777777" w:rsidR="00560809" w:rsidRDefault="00AA26B6">
      <w:pPr>
        <w:pStyle w:val="Copytext"/>
        <w:rPr>
          <w:lang w:val="en-US"/>
        </w:rPr>
      </w:pPr>
      <w:r>
        <w:rPr>
          <w:b/>
          <w:lang w:val="en-US"/>
        </w:rPr>
        <w:t>Thema</w:t>
      </w:r>
      <w:r>
        <w:rPr>
          <w:lang w:val="en-US"/>
        </w:rPr>
        <w:t xml:space="preserve">: </w:t>
      </w:r>
      <w:proofErr w:type="spellStart"/>
      <w:r>
        <w:rPr>
          <w:lang w:val="en-US"/>
        </w:rPr>
        <w:t>xxxx</w:t>
      </w:r>
      <w:proofErr w:type="spellEnd"/>
    </w:p>
    <w:p w14:paraId="0691BCE6" w14:textId="77777777" w:rsidR="00560809" w:rsidRDefault="00560809">
      <w:pPr>
        <w:rPr>
          <w:lang w:val="en-US"/>
        </w:rPr>
      </w:pPr>
    </w:p>
    <w:tbl>
      <w:tblPr>
        <w:tblW w:w="10188" w:type="dxa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24"/>
        <w:gridCol w:w="3235"/>
        <w:gridCol w:w="2511"/>
        <w:gridCol w:w="2381"/>
        <w:gridCol w:w="837"/>
      </w:tblGrid>
      <w:tr w:rsidR="00760D4D" w14:paraId="68257D0B" w14:textId="77777777" w:rsidTr="003C035B">
        <w:trPr>
          <w:trHeight w:val="283"/>
          <w:jc w:val="center"/>
        </w:trPr>
        <w:tc>
          <w:tcPr>
            <w:tcW w:w="122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20086A85" w14:textId="77777777" w:rsidR="00760D4D" w:rsidRDefault="00760D4D">
            <w:pPr>
              <w:pStyle w:val="Spaltenkopf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Datum</w:t>
            </w:r>
          </w:p>
        </w:tc>
        <w:tc>
          <w:tcPr>
            <w:tcW w:w="8127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1E3B6860" w14:textId="6D0870EE" w:rsidR="00760D4D" w:rsidRDefault="00760D4D" w:rsidP="00760D4D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xx.xx.2024, </w:t>
            </w:r>
            <w:proofErr w:type="spellStart"/>
            <w:proofErr w:type="gramStart"/>
            <w:r>
              <w:rPr>
                <w:rFonts w:asciiTheme="minorHAnsi" w:hAnsiTheme="minorHAnsi" w:cstheme="minorHAnsi"/>
                <w:sz w:val="18"/>
                <w:szCs w:val="18"/>
              </w:rPr>
              <w:t>xx:xx</w:t>
            </w:r>
            <w:proofErr w:type="spellEnd"/>
            <w:proofErr w:type="gram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–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xx:xx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Uhr</w:t>
            </w:r>
          </w:p>
        </w:tc>
        <w:tc>
          <w:tcPr>
            <w:tcW w:w="837" w:type="dxa"/>
            <w:tcBorders>
              <w:top w:val="single" w:sz="4" w:space="0" w:color="7F7F7F"/>
              <w:left w:val="single" w:sz="4" w:space="0" w:color="7F7F7F"/>
              <w:right w:val="single" w:sz="4" w:space="0" w:color="7F7F7F"/>
            </w:tcBorders>
            <w:shd w:val="clear" w:color="auto" w:fill="auto"/>
          </w:tcPr>
          <w:p w14:paraId="4363D66A" w14:textId="1667EB60" w:rsidR="00760D4D" w:rsidRDefault="00760D4D">
            <w:pPr>
              <w:pStyle w:val="Tabellenzeile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Anw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2C6481" w14:paraId="3F7ECA3F" w14:textId="77777777" w:rsidTr="002C6481">
        <w:trPr>
          <w:trHeight w:val="283"/>
          <w:jc w:val="center"/>
        </w:trPr>
        <w:tc>
          <w:tcPr>
            <w:tcW w:w="122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013AF55A" w14:textId="77777777" w:rsidR="00130C34" w:rsidRDefault="00130C34">
            <w:pPr>
              <w:pStyle w:val="Spaltenkopf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Teilnehmer</w:t>
            </w:r>
          </w:p>
        </w:tc>
        <w:tc>
          <w:tcPr>
            <w:tcW w:w="32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4DE335D1" w14:textId="7C2AC981" w:rsidR="00130C34" w:rsidRDefault="00130C34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HMGU-INF-BAU</w:t>
            </w:r>
          </w:p>
        </w:tc>
        <w:tc>
          <w:tcPr>
            <w:tcW w:w="251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20946EA4" w14:textId="77777777" w:rsidR="00130C34" w:rsidRDefault="00130C34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Julia Aue</w:t>
            </w:r>
          </w:p>
        </w:tc>
        <w:tc>
          <w:tcPr>
            <w:tcW w:w="238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2E9E3AF3" w14:textId="4641CDE2" w:rsidR="00130C34" w:rsidRDefault="00130C34" w:rsidP="002C6481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Abteilungsleitung</w:t>
            </w:r>
          </w:p>
        </w:tc>
        <w:tc>
          <w:tcPr>
            <w:tcW w:w="83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7965551A" w14:textId="2BD464D3" w:rsidR="00130C34" w:rsidRDefault="00130C34">
            <w:pPr>
              <w:pStyle w:val="Tabellenzeile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C6481" w14:paraId="2943B2B0" w14:textId="77777777" w:rsidTr="002C6481">
        <w:trPr>
          <w:trHeight w:val="283"/>
          <w:jc w:val="center"/>
        </w:trPr>
        <w:tc>
          <w:tcPr>
            <w:tcW w:w="122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0CC1C079" w14:textId="77777777" w:rsidR="00130C34" w:rsidRDefault="00130C34">
            <w:pPr>
              <w:pStyle w:val="Spaltenkopf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00018B8C" w14:textId="77777777" w:rsidR="00130C34" w:rsidRDefault="00130C34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1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56532611" w14:textId="03D4F315" w:rsidR="00130C34" w:rsidRDefault="00130C34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Matthias Nave</w:t>
            </w:r>
          </w:p>
        </w:tc>
        <w:tc>
          <w:tcPr>
            <w:tcW w:w="238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4EE83A76" w14:textId="753FEB62" w:rsidR="00130C34" w:rsidRDefault="00130C34" w:rsidP="002C6481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Projektleitung HB</w:t>
            </w:r>
          </w:p>
        </w:tc>
        <w:tc>
          <w:tcPr>
            <w:tcW w:w="83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3E1791DD" w14:textId="77777777" w:rsidR="00130C34" w:rsidRDefault="00130C34">
            <w:pPr>
              <w:pStyle w:val="Tabellenzeile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C6481" w14:paraId="672D4E29" w14:textId="77777777" w:rsidTr="002C6481">
        <w:trPr>
          <w:trHeight w:val="283"/>
          <w:jc w:val="center"/>
        </w:trPr>
        <w:tc>
          <w:tcPr>
            <w:tcW w:w="122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252AD6E4" w14:textId="77777777" w:rsidR="00130C34" w:rsidRDefault="00130C34">
            <w:pPr>
              <w:pStyle w:val="Spaltenkopf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7782B135" w14:textId="77777777" w:rsidR="00130C34" w:rsidRDefault="00130C34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1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6BD529EC" w14:textId="1E864BDE" w:rsidR="00130C34" w:rsidRDefault="00130C34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Mihai Tofan</w:t>
            </w:r>
          </w:p>
        </w:tc>
        <w:tc>
          <w:tcPr>
            <w:tcW w:w="238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BB643AF" w14:textId="0530087A" w:rsidR="00130C34" w:rsidRDefault="00130C34" w:rsidP="002C6481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Projektleitung HB, Stellv.</w:t>
            </w:r>
          </w:p>
        </w:tc>
        <w:tc>
          <w:tcPr>
            <w:tcW w:w="83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4A4F81A4" w14:textId="77777777" w:rsidR="00130C34" w:rsidRDefault="00130C34">
            <w:pPr>
              <w:pStyle w:val="Tabellenzeile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C6481" w14:paraId="60C9FB58" w14:textId="77777777" w:rsidTr="002C6481">
        <w:trPr>
          <w:trHeight w:val="283"/>
          <w:jc w:val="center"/>
        </w:trPr>
        <w:tc>
          <w:tcPr>
            <w:tcW w:w="122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7E2199D7" w14:textId="77777777" w:rsidR="00130C34" w:rsidRDefault="00130C34">
            <w:pPr>
              <w:pStyle w:val="Spaltenkopf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6A17CDD4" w14:textId="2C7A0028" w:rsidR="00130C34" w:rsidRDefault="00130C34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HMGU-INF-TGM</w:t>
            </w:r>
          </w:p>
        </w:tc>
        <w:tc>
          <w:tcPr>
            <w:tcW w:w="251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2E40409E" w14:textId="039C3039" w:rsidR="00130C34" w:rsidRDefault="00130C34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Petra Lange-Schilling</w:t>
            </w:r>
          </w:p>
        </w:tc>
        <w:tc>
          <w:tcPr>
            <w:tcW w:w="238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90BFD62" w14:textId="14991629" w:rsidR="00130C34" w:rsidRDefault="00130C34" w:rsidP="002C6481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Abteilungsleitung</w:t>
            </w:r>
          </w:p>
        </w:tc>
        <w:tc>
          <w:tcPr>
            <w:tcW w:w="83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71FBB7E0" w14:textId="0E2CC959" w:rsidR="00130C34" w:rsidRDefault="00130C34">
            <w:pPr>
              <w:pStyle w:val="Tabellenzeile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C6481" w14:paraId="516EB1D7" w14:textId="77777777" w:rsidTr="002C6481">
        <w:trPr>
          <w:trHeight w:val="294"/>
          <w:jc w:val="center"/>
        </w:trPr>
        <w:tc>
          <w:tcPr>
            <w:tcW w:w="122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2C5D3760" w14:textId="77777777" w:rsidR="00130C34" w:rsidRDefault="00130C34" w:rsidP="00CD60E9">
            <w:pPr>
              <w:pStyle w:val="Spaltenkopf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0F222EBA" w14:textId="7953AF0B" w:rsidR="00130C34" w:rsidRDefault="00130C34" w:rsidP="00CD60E9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1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2D6748AC" w14:textId="37B72433" w:rsidR="00130C34" w:rsidRDefault="00130C34" w:rsidP="00CD60E9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Matthias Kling</w:t>
            </w:r>
          </w:p>
        </w:tc>
        <w:tc>
          <w:tcPr>
            <w:tcW w:w="238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EA18489" w14:textId="55B90CF7" w:rsidR="00130C34" w:rsidRDefault="00130C34" w:rsidP="002C6481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Projektleitung HLS</w:t>
            </w:r>
          </w:p>
        </w:tc>
        <w:tc>
          <w:tcPr>
            <w:tcW w:w="83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6E5BC3AD" w14:textId="673514E0" w:rsidR="00130C34" w:rsidRDefault="00130C34" w:rsidP="00CD60E9">
            <w:pPr>
              <w:pStyle w:val="Tabellenzeile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C6481" w14:paraId="6C766B44" w14:textId="77777777" w:rsidTr="002C6481">
        <w:trPr>
          <w:trHeight w:val="294"/>
          <w:jc w:val="center"/>
        </w:trPr>
        <w:tc>
          <w:tcPr>
            <w:tcW w:w="122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00FD57FC" w14:textId="77777777" w:rsidR="00130C34" w:rsidRDefault="00130C34" w:rsidP="00CD60E9">
            <w:pPr>
              <w:pStyle w:val="Spaltenkopf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12252150" w14:textId="046A7C22" w:rsidR="00130C34" w:rsidRDefault="00130C34" w:rsidP="00CD60E9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1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357BA779" w14:textId="38137A76" w:rsidR="00130C34" w:rsidRDefault="00130C34" w:rsidP="00CD60E9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Michael Liebsch</w:t>
            </w:r>
          </w:p>
        </w:tc>
        <w:tc>
          <w:tcPr>
            <w:tcW w:w="238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F348779" w14:textId="039EFB48" w:rsidR="00130C34" w:rsidRDefault="002C6481" w:rsidP="002C6481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Projektleitung ELT</w:t>
            </w:r>
          </w:p>
        </w:tc>
        <w:tc>
          <w:tcPr>
            <w:tcW w:w="83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63D48EC8" w14:textId="7A6EC264" w:rsidR="00130C34" w:rsidRDefault="00130C34" w:rsidP="00CD60E9">
            <w:pPr>
              <w:pStyle w:val="Tabellenzeile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C6481" w14:paraId="77532EA4" w14:textId="77777777" w:rsidTr="002C6481">
        <w:trPr>
          <w:trHeight w:val="294"/>
          <w:jc w:val="center"/>
        </w:trPr>
        <w:tc>
          <w:tcPr>
            <w:tcW w:w="122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766C2214" w14:textId="77777777" w:rsidR="00130C34" w:rsidRDefault="00130C34">
            <w:pPr>
              <w:pStyle w:val="Spaltenkopf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2D644563" w14:textId="1F8D2253" w:rsidR="00130C34" w:rsidRDefault="00130C34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1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7AC6C4FF" w14:textId="1EAFDBF1" w:rsidR="00130C34" w:rsidRDefault="00130C34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Martin Stockinger</w:t>
            </w:r>
          </w:p>
        </w:tc>
        <w:tc>
          <w:tcPr>
            <w:tcW w:w="238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0E222E8" w14:textId="5C074FCC" w:rsidR="00130C34" w:rsidRDefault="002C6481" w:rsidP="002C6481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Projektleitung GA</w:t>
            </w:r>
          </w:p>
        </w:tc>
        <w:tc>
          <w:tcPr>
            <w:tcW w:w="83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36806944" w14:textId="0624818C" w:rsidR="00130C34" w:rsidRDefault="00130C34">
            <w:pPr>
              <w:pStyle w:val="Tabellenzeile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C6481" w14:paraId="299649F6" w14:textId="77777777" w:rsidTr="002C6481">
        <w:trPr>
          <w:trHeight w:val="283"/>
          <w:jc w:val="center"/>
        </w:trPr>
        <w:tc>
          <w:tcPr>
            <w:tcW w:w="122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4D313AB8" w14:textId="77777777" w:rsidR="00130C34" w:rsidRDefault="00130C34">
            <w:pPr>
              <w:pStyle w:val="Spaltenkopf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74A68978" w14:textId="0B3B68C6" w:rsidR="00130C34" w:rsidRDefault="00130C34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1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33F4BEA0" w14:textId="46502229" w:rsidR="00130C34" w:rsidRDefault="00130C34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8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6321A4C6" w14:textId="77777777" w:rsidR="00130C34" w:rsidRDefault="00130C34" w:rsidP="002C6481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4F41C7AE" w14:textId="418A9E38" w:rsidR="00130C34" w:rsidRDefault="00130C34">
            <w:pPr>
              <w:pStyle w:val="Tabellenzeile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C6481" w14:paraId="39EE6995" w14:textId="77777777" w:rsidTr="002C6481">
        <w:trPr>
          <w:trHeight w:val="294"/>
          <w:jc w:val="center"/>
        </w:trPr>
        <w:tc>
          <w:tcPr>
            <w:tcW w:w="122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15FCA7CC" w14:textId="77777777" w:rsidR="00130C34" w:rsidRDefault="00130C34">
            <w:pPr>
              <w:pStyle w:val="Spaltenkopf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18BDFBE8" w14:textId="1B36C70C" w:rsidR="00130C34" w:rsidRDefault="00130C34">
            <w:pPr>
              <w:pStyle w:val="Tabellenzeile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Firma-Hauptabteilung–Abteilung</w:t>
            </w:r>
          </w:p>
        </w:tc>
        <w:tc>
          <w:tcPr>
            <w:tcW w:w="251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4B759FA3" w14:textId="77777777" w:rsidR="00130C34" w:rsidRDefault="00130C34">
            <w:pPr>
              <w:pStyle w:val="Tabellenzeile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Max Mustermann</w:t>
            </w:r>
          </w:p>
        </w:tc>
        <w:tc>
          <w:tcPr>
            <w:tcW w:w="238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5B411A42" w14:textId="54AEAE52" w:rsidR="00130C34" w:rsidRDefault="002C6481" w:rsidP="002C6481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  <w:r w:rsidRPr="002C6481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Funktion</w:t>
            </w:r>
          </w:p>
        </w:tc>
        <w:tc>
          <w:tcPr>
            <w:tcW w:w="83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7A7A1E6E" w14:textId="2822D48E" w:rsidR="00130C34" w:rsidRDefault="00130C34">
            <w:pPr>
              <w:pStyle w:val="Spaltenkopf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C6481" w14:paraId="7E7D3C5C" w14:textId="77777777" w:rsidTr="002C6481">
        <w:trPr>
          <w:trHeight w:val="294"/>
          <w:jc w:val="center"/>
        </w:trPr>
        <w:tc>
          <w:tcPr>
            <w:tcW w:w="122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0A554A48" w14:textId="77777777" w:rsidR="00130C34" w:rsidRDefault="00130C34">
            <w:pPr>
              <w:pStyle w:val="Spaltenkopf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050F54C5" w14:textId="77777777" w:rsidR="00130C34" w:rsidRDefault="00130C34">
            <w:pPr>
              <w:pStyle w:val="Tabellenzeile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251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3833CE47" w14:textId="77777777" w:rsidR="00130C34" w:rsidRDefault="00130C34">
            <w:pPr>
              <w:pStyle w:val="Tabellenzeile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238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72F3C6BF" w14:textId="77777777" w:rsidR="00130C34" w:rsidRDefault="00130C34" w:rsidP="002C6481">
            <w:pPr>
              <w:pStyle w:val="Spaltenkopf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367D42ED" w14:textId="6B994B89" w:rsidR="00130C34" w:rsidRDefault="00130C34">
            <w:pPr>
              <w:pStyle w:val="Spaltenkopf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C6481" w14:paraId="2CB8D0C5" w14:textId="77777777" w:rsidTr="002C6481">
        <w:trPr>
          <w:trHeight w:val="294"/>
          <w:jc w:val="center"/>
        </w:trPr>
        <w:tc>
          <w:tcPr>
            <w:tcW w:w="122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25819374" w14:textId="77777777" w:rsidR="00130C34" w:rsidRDefault="00130C34">
            <w:pPr>
              <w:pStyle w:val="Spaltenkopf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Verteiler</w:t>
            </w:r>
          </w:p>
        </w:tc>
        <w:tc>
          <w:tcPr>
            <w:tcW w:w="32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770290B2" w14:textId="1B47B103" w:rsidR="00130C34" w:rsidRDefault="002C6481">
            <w:pPr>
              <w:pStyle w:val="Tabellenzeil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Alle Teilnehmer</w:t>
            </w:r>
          </w:p>
        </w:tc>
        <w:tc>
          <w:tcPr>
            <w:tcW w:w="251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3875E869" w14:textId="75F80B05" w:rsidR="00130C34" w:rsidRDefault="00130C34" w:rsidP="00B8385C">
            <w:pPr>
              <w:pStyle w:val="Spaltenkopf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8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</w:tcPr>
          <w:p w14:paraId="17155DC9" w14:textId="77777777" w:rsidR="00130C34" w:rsidRDefault="00130C34" w:rsidP="002C6481">
            <w:pPr>
              <w:pStyle w:val="Spaltenkopf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1E61E5C7" w14:textId="0D1C7085" w:rsidR="00130C34" w:rsidRDefault="00130C34">
            <w:pPr>
              <w:pStyle w:val="Spaltenkopf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1B52A428" w14:textId="77777777" w:rsidR="00560809" w:rsidRDefault="00560809"/>
    <w:p w14:paraId="4C705930" w14:textId="77777777" w:rsidR="00560809" w:rsidRDefault="00AA26B6">
      <w:pPr>
        <w:ind w:left="142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Legende: </w:t>
      </w:r>
      <w:r>
        <w:rPr>
          <w:rFonts w:ascii="Verdana" w:hAnsi="Verdana"/>
          <w:sz w:val="18"/>
        </w:rPr>
        <w:tab/>
        <w:t>I = Information</w:t>
      </w:r>
      <w:r>
        <w:rPr>
          <w:rFonts w:ascii="Verdana" w:hAnsi="Verdana"/>
          <w:sz w:val="18"/>
        </w:rPr>
        <w:tab/>
      </w:r>
      <w:r>
        <w:rPr>
          <w:rFonts w:ascii="Verdana" w:hAnsi="Verdana"/>
          <w:sz w:val="18"/>
        </w:rPr>
        <w:tab/>
      </w:r>
      <w:r>
        <w:rPr>
          <w:rFonts w:ascii="Verdana" w:hAnsi="Verdana"/>
          <w:color w:val="A6A6A6" w:themeColor="background1" w:themeShade="A6"/>
          <w:sz w:val="18"/>
        </w:rPr>
        <w:t>Text = erledigt</w:t>
      </w:r>
    </w:p>
    <w:p w14:paraId="0D1A6B4B" w14:textId="77777777" w:rsidR="00560809" w:rsidRDefault="00AA26B6">
      <w:pPr>
        <w:ind w:left="425" w:firstLine="709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B = Beschluss</w:t>
      </w:r>
      <w:r>
        <w:rPr>
          <w:rFonts w:ascii="Verdana" w:hAnsi="Verdana"/>
          <w:sz w:val="18"/>
        </w:rPr>
        <w:tab/>
      </w:r>
      <w:r>
        <w:rPr>
          <w:rFonts w:ascii="Verdana" w:hAnsi="Verdana"/>
          <w:sz w:val="18"/>
        </w:rPr>
        <w:tab/>
        <w:t>Text = aktuell</w:t>
      </w:r>
    </w:p>
    <w:p w14:paraId="4992E274" w14:textId="77777777" w:rsidR="00560809" w:rsidRDefault="00AA26B6">
      <w:pPr>
        <w:ind w:left="142" w:firstLine="993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T = </w:t>
      </w:r>
      <w:proofErr w:type="spellStart"/>
      <w:r>
        <w:rPr>
          <w:rFonts w:ascii="Verdana" w:hAnsi="Verdana"/>
          <w:sz w:val="18"/>
        </w:rPr>
        <w:t>To</w:t>
      </w:r>
      <w:proofErr w:type="spellEnd"/>
      <w:r>
        <w:rPr>
          <w:rFonts w:ascii="Verdana" w:hAnsi="Verdana"/>
          <w:sz w:val="18"/>
        </w:rPr>
        <w:t xml:space="preserve"> Do </w:t>
      </w:r>
      <w:r>
        <w:rPr>
          <w:rFonts w:ascii="Verdana" w:hAnsi="Verdana"/>
          <w:sz w:val="18"/>
        </w:rPr>
        <w:tab/>
      </w:r>
      <w:r>
        <w:rPr>
          <w:rFonts w:ascii="Verdana" w:hAnsi="Verdana"/>
          <w:sz w:val="18"/>
        </w:rPr>
        <w:tab/>
      </w:r>
      <w:r>
        <w:rPr>
          <w:rFonts w:ascii="Verdana" w:hAnsi="Verdana"/>
          <w:sz w:val="18"/>
        </w:rPr>
        <w:tab/>
      </w:r>
      <w:r>
        <w:rPr>
          <w:rFonts w:ascii="Verdana" w:hAnsi="Verdana"/>
          <w:color w:val="0070C0"/>
          <w:sz w:val="18"/>
        </w:rPr>
        <w:t>Text = neu</w:t>
      </w:r>
    </w:p>
    <w:p w14:paraId="23065D8D" w14:textId="77777777" w:rsidR="00560809" w:rsidRDefault="00AA26B6"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ab/>
      </w:r>
    </w:p>
    <w:tbl>
      <w:tblPr>
        <w:tblW w:w="9918" w:type="dxa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41"/>
        <w:gridCol w:w="6084"/>
        <w:gridCol w:w="583"/>
        <w:gridCol w:w="943"/>
        <w:gridCol w:w="1167"/>
      </w:tblGrid>
      <w:tr w:rsidR="00560809" w14:paraId="7BE42D5B" w14:textId="77777777" w:rsidTr="00B8385C">
        <w:trPr>
          <w:trHeight w:val="397"/>
          <w:jc w:val="center"/>
        </w:trPr>
        <w:tc>
          <w:tcPr>
            <w:tcW w:w="11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 w:themeFill="background1" w:themeFillShade="D9"/>
            <w:vAlign w:val="center"/>
          </w:tcPr>
          <w:p w14:paraId="463FA2CB" w14:textId="77777777" w:rsidR="00560809" w:rsidRDefault="00AA26B6">
            <w:pPr>
              <w:pStyle w:val="E0"/>
              <w:spacing w:before="0"/>
              <w:jc w:val="left"/>
              <w:rPr>
                <w:rFonts w:asciiTheme="minorHAnsi" w:hAnsiTheme="minorHAnsi" w:cstheme="minorHAnsi"/>
                <w:b/>
                <w:sz w:val="18"/>
                <w:szCs w:val="16"/>
                <w:lang w:val="de-DE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  <w:lang w:val="de-DE"/>
              </w:rPr>
              <w:t>ID</w:t>
            </w:r>
          </w:p>
        </w:tc>
        <w:tc>
          <w:tcPr>
            <w:tcW w:w="608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 w:themeFill="background1" w:themeFillShade="D9"/>
            <w:vAlign w:val="center"/>
          </w:tcPr>
          <w:p w14:paraId="125524E8" w14:textId="77777777" w:rsidR="00560809" w:rsidRDefault="00AA26B6">
            <w:pPr>
              <w:pStyle w:val="E0"/>
              <w:spacing w:before="0"/>
              <w:jc w:val="left"/>
              <w:rPr>
                <w:rFonts w:asciiTheme="minorHAnsi" w:hAnsiTheme="minorHAnsi" w:cstheme="minorHAnsi"/>
                <w:b/>
                <w:sz w:val="18"/>
                <w:szCs w:val="16"/>
                <w:lang w:val="de-DE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  <w:lang w:val="de-DE"/>
              </w:rPr>
              <w:t>Themen</w:t>
            </w:r>
          </w:p>
        </w:tc>
        <w:tc>
          <w:tcPr>
            <w:tcW w:w="58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 w:themeFill="background1" w:themeFillShade="D9"/>
            <w:vAlign w:val="center"/>
          </w:tcPr>
          <w:p w14:paraId="6775A5FB" w14:textId="77777777" w:rsidR="00560809" w:rsidRDefault="00560809" w:rsidP="00B8385C">
            <w:pPr>
              <w:pStyle w:val="E0"/>
              <w:spacing w:before="0"/>
              <w:jc w:val="center"/>
              <w:rPr>
                <w:rFonts w:asciiTheme="minorHAnsi" w:hAnsiTheme="minorHAnsi" w:cstheme="minorHAnsi"/>
                <w:b/>
                <w:sz w:val="18"/>
                <w:szCs w:val="16"/>
                <w:lang w:val="de-DE"/>
              </w:rPr>
            </w:pPr>
          </w:p>
        </w:tc>
        <w:tc>
          <w:tcPr>
            <w:tcW w:w="94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 w:themeFill="background1" w:themeFillShade="D9"/>
            <w:vAlign w:val="center"/>
          </w:tcPr>
          <w:p w14:paraId="276D75E3" w14:textId="77777777" w:rsidR="00560809" w:rsidRDefault="00AA26B6">
            <w:pPr>
              <w:pStyle w:val="E0"/>
              <w:spacing w:before="0"/>
              <w:jc w:val="center"/>
              <w:rPr>
                <w:rFonts w:asciiTheme="minorHAnsi" w:hAnsiTheme="minorHAnsi" w:cstheme="minorHAnsi"/>
                <w:b/>
                <w:sz w:val="18"/>
                <w:szCs w:val="16"/>
                <w:lang w:val="de-DE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  <w:lang w:val="de-DE"/>
              </w:rPr>
              <w:t>zu erledigen bis</w:t>
            </w:r>
          </w:p>
        </w:tc>
        <w:tc>
          <w:tcPr>
            <w:tcW w:w="11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 w:themeFill="background1" w:themeFillShade="D9"/>
            <w:vAlign w:val="center"/>
          </w:tcPr>
          <w:p w14:paraId="2D5047ED" w14:textId="77777777" w:rsidR="00560809" w:rsidRDefault="00AA26B6">
            <w:pPr>
              <w:pStyle w:val="E0"/>
              <w:spacing w:before="0"/>
              <w:jc w:val="center"/>
              <w:rPr>
                <w:rFonts w:asciiTheme="minorHAnsi" w:hAnsiTheme="minorHAnsi" w:cstheme="minorHAnsi"/>
                <w:b/>
                <w:sz w:val="18"/>
                <w:szCs w:val="16"/>
                <w:lang w:val="de-DE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  <w:lang w:val="de-DE"/>
              </w:rPr>
              <w:t>zuständig</w:t>
            </w:r>
          </w:p>
        </w:tc>
      </w:tr>
      <w:tr w:rsidR="00560809" w14:paraId="12C3785F" w14:textId="77777777" w:rsidTr="00B8385C">
        <w:trPr>
          <w:trHeight w:val="397"/>
          <w:jc w:val="center"/>
        </w:trPr>
        <w:tc>
          <w:tcPr>
            <w:tcW w:w="11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2F2F2" w:themeFill="background1" w:themeFillShade="F2"/>
          </w:tcPr>
          <w:p w14:paraId="7BACE93A" w14:textId="77777777" w:rsidR="00560809" w:rsidRDefault="00AA26B6">
            <w:pPr>
              <w:spacing w:before="120"/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/>
                <w:sz w:val="18"/>
              </w:rPr>
              <w:t>1</w:t>
            </w:r>
          </w:p>
        </w:tc>
        <w:tc>
          <w:tcPr>
            <w:tcW w:w="608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2F2F2" w:themeFill="background1" w:themeFillShade="F2"/>
          </w:tcPr>
          <w:p w14:paraId="337C48F0" w14:textId="77777777" w:rsidR="00560809" w:rsidRDefault="00AA26B6">
            <w:pPr>
              <w:spacing w:before="120"/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/>
                <w:sz w:val="18"/>
              </w:rPr>
              <w:t>Überschrift 1</w:t>
            </w:r>
          </w:p>
        </w:tc>
        <w:tc>
          <w:tcPr>
            <w:tcW w:w="58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2F2F2" w:themeFill="background1" w:themeFillShade="F2"/>
          </w:tcPr>
          <w:p w14:paraId="4206E432" w14:textId="77777777" w:rsidR="00560809" w:rsidRDefault="00560809" w:rsidP="00B8385C">
            <w:pPr>
              <w:pStyle w:val="E0"/>
              <w:spacing w:before="0"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</w:p>
        </w:tc>
        <w:tc>
          <w:tcPr>
            <w:tcW w:w="94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2F2F2" w:themeFill="background1" w:themeFillShade="F2"/>
          </w:tcPr>
          <w:p w14:paraId="1D6D372B" w14:textId="77777777" w:rsidR="00560809" w:rsidRDefault="00560809">
            <w:pPr>
              <w:pStyle w:val="E0"/>
              <w:spacing w:before="0" w:line="276" w:lineRule="auto"/>
              <w:jc w:val="left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</w:p>
        </w:tc>
        <w:tc>
          <w:tcPr>
            <w:tcW w:w="11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2F2F2" w:themeFill="background1" w:themeFillShade="F2"/>
          </w:tcPr>
          <w:p w14:paraId="01EA40C5" w14:textId="77777777" w:rsidR="00560809" w:rsidRDefault="00560809">
            <w:pPr>
              <w:pStyle w:val="E0"/>
              <w:spacing w:before="0"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</w:p>
        </w:tc>
      </w:tr>
      <w:tr w:rsidR="00560809" w14:paraId="1C6D9F6B" w14:textId="77777777" w:rsidTr="00B8385C">
        <w:trPr>
          <w:trHeight w:val="397"/>
          <w:jc w:val="center"/>
        </w:trPr>
        <w:tc>
          <w:tcPr>
            <w:tcW w:w="11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6FED8DD5" w14:textId="77777777" w:rsidR="00560809" w:rsidRDefault="00AA26B6">
            <w:pPr>
              <w:pStyle w:val="E0"/>
              <w:spacing w:before="0" w:line="276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xx.</w:t>
            </w:r>
            <w:proofErr w:type="gramStart"/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xx.xx</w:t>
            </w:r>
            <w:proofErr w:type="spellEnd"/>
            <w:proofErr w:type="gramEnd"/>
          </w:p>
        </w:tc>
        <w:tc>
          <w:tcPr>
            <w:tcW w:w="608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07671380" w14:textId="77777777" w:rsidR="00560809" w:rsidRDefault="00AA26B6">
            <w:pPr>
              <w:pStyle w:val="E0"/>
              <w:spacing w:before="0" w:line="276" w:lineRule="auto"/>
              <w:jc w:val="left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xxxxx</w:t>
            </w:r>
            <w:proofErr w:type="spellEnd"/>
          </w:p>
        </w:tc>
        <w:tc>
          <w:tcPr>
            <w:tcW w:w="58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1863D75D" w14:textId="77777777" w:rsidR="00560809" w:rsidRDefault="00AA26B6" w:rsidP="00B8385C">
            <w:pPr>
              <w:pStyle w:val="E0"/>
              <w:spacing w:before="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I</w:t>
            </w:r>
          </w:p>
        </w:tc>
        <w:tc>
          <w:tcPr>
            <w:tcW w:w="94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4949D7A9" w14:textId="77777777" w:rsidR="00560809" w:rsidRDefault="00AA26B6">
            <w:pPr>
              <w:pStyle w:val="E0"/>
              <w:spacing w:before="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xx.</w:t>
            </w:r>
            <w:proofErr w:type="gramStart"/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xx.xx</w:t>
            </w:r>
            <w:proofErr w:type="spellEnd"/>
            <w:proofErr w:type="gramEnd"/>
          </w:p>
        </w:tc>
        <w:tc>
          <w:tcPr>
            <w:tcW w:w="11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30E3562C" w14:textId="77777777" w:rsidR="00560809" w:rsidRDefault="00AA26B6">
            <w:pPr>
              <w:pStyle w:val="E0"/>
              <w:spacing w:before="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xx</w:t>
            </w:r>
          </w:p>
        </w:tc>
      </w:tr>
      <w:tr w:rsidR="00560809" w14:paraId="4343421A" w14:textId="77777777" w:rsidTr="00B8385C">
        <w:trPr>
          <w:trHeight w:val="397"/>
          <w:jc w:val="center"/>
        </w:trPr>
        <w:tc>
          <w:tcPr>
            <w:tcW w:w="11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34897FA6" w14:textId="77777777" w:rsidR="00560809" w:rsidRDefault="00560809">
            <w:pPr>
              <w:pStyle w:val="E0"/>
              <w:spacing w:before="0" w:line="276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</w:tc>
        <w:tc>
          <w:tcPr>
            <w:tcW w:w="608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19F2CA7D" w14:textId="77777777" w:rsidR="00560809" w:rsidRDefault="00560809">
            <w:pPr>
              <w:tabs>
                <w:tab w:val="left" w:pos="700"/>
              </w:tabs>
              <w:spacing w:before="3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124EE652" w14:textId="77777777" w:rsidR="00560809" w:rsidRDefault="00560809" w:rsidP="00B8385C">
            <w:pPr>
              <w:pStyle w:val="E0"/>
              <w:spacing w:before="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</w:tc>
        <w:tc>
          <w:tcPr>
            <w:tcW w:w="94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77E68125" w14:textId="77777777" w:rsidR="00560809" w:rsidRDefault="00560809">
            <w:pPr>
              <w:pStyle w:val="E0"/>
              <w:spacing w:before="0" w:line="276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</w:tc>
        <w:tc>
          <w:tcPr>
            <w:tcW w:w="11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60F572D5" w14:textId="77777777" w:rsidR="00560809" w:rsidRDefault="00560809">
            <w:pPr>
              <w:pStyle w:val="E0"/>
              <w:spacing w:before="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</w:tc>
      </w:tr>
      <w:tr w:rsidR="00560809" w14:paraId="24482B83" w14:textId="77777777" w:rsidTr="00B8385C">
        <w:trPr>
          <w:trHeight w:val="397"/>
          <w:jc w:val="center"/>
        </w:trPr>
        <w:tc>
          <w:tcPr>
            <w:tcW w:w="11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064BA86E" w14:textId="77777777" w:rsidR="00560809" w:rsidRDefault="00560809">
            <w:pPr>
              <w:pStyle w:val="E0"/>
              <w:spacing w:before="0" w:line="276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</w:tc>
        <w:tc>
          <w:tcPr>
            <w:tcW w:w="608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1F89344B" w14:textId="77777777" w:rsidR="00560809" w:rsidRDefault="00560809">
            <w:pPr>
              <w:tabs>
                <w:tab w:val="left" w:pos="700"/>
              </w:tabs>
              <w:spacing w:before="3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6DA7DACA" w14:textId="77777777" w:rsidR="00560809" w:rsidRDefault="00560809" w:rsidP="00B8385C">
            <w:pPr>
              <w:pStyle w:val="E0"/>
              <w:spacing w:before="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</w:tc>
        <w:tc>
          <w:tcPr>
            <w:tcW w:w="94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5B816467" w14:textId="77777777" w:rsidR="00560809" w:rsidRDefault="00560809">
            <w:pPr>
              <w:pStyle w:val="E0"/>
              <w:spacing w:before="0" w:line="276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</w:tc>
        <w:tc>
          <w:tcPr>
            <w:tcW w:w="11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0DF5A85A" w14:textId="77777777" w:rsidR="00560809" w:rsidRDefault="00560809">
            <w:pPr>
              <w:pStyle w:val="E0"/>
              <w:spacing w:before="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</w:tc>
      </w:tr>
      <w:tr w:rsidR="00560809" w14:paraId="62AD6A70" w14:textId="77777777" w:rsidTr="00B8385C">
        <w:trPr>
          <w:trHeight w:val="397"/>
          <w:jc w:val="center"/>
        </w:trPr>
        <w:tc>
          <w:tcPr>
            <w:tcW w:w="11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2F2F2" w:themeFill="background1" w:themeFillShade="F2"/>
          </w:tcPr>
          <w:p w14:paraId="7FB9F782" w14:textId="77777777" w:rsidR="00560809" w:rsidRDefault="00AA26B6">
            <w:pPr>
              <w:spacing w:before="120"/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/>
                <w:sz w:val="18"/>
              </w:rPr>
              <w:t>2</w:t>
            </w:r>
          </w:p>
        </w:tc>
        <w:tc>
          <w:tcPr>
            <w:tcW w:w="608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2F2F2" w:themeFill="background1" w:themeFillShade="F2"/>
          </w:tcPr>
          <w:p w14:paraId="1C593BE7" w14:textId="77777777" w:rsidR="00560809" w:rsidRDefault="00AA26B6">
            <w:pPr>
              <w:spacing w:before="120"/>
              <w:rPr>
                <w:rFonts w:asciiTheme="minorHAnsi" w:hAnsiTheme="minorHAnsi" w:cstheme="minorHAnsi"/>
                <w:b/>
                <w:sz w:val="18"/>
              </w:rPr>
            </w:pPr>
            <w:r>
              <w:rPr>
                <w:rFonts w:asciiTheme="minorHAnsi" w:hAnsiTheme="minorHAnsi" w:cstheme="minorHAnsi"/>
                <w:b/>
                <w:sz w:val="18"/>
              </w:rPr>
              <w:t>Überschrift 2</w:t>
            </w:r>
          </w:p>
        </w:tc>
        <w:tc>
          <w:tcPr>
            <w:tcW w:w="58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2F2F2" w:themeFill="background1" w:themeFillShade="F2"/>
          </w:tcPr>
          <w:p w14:paraId="265BC232" w14:textId="77777777" w:rsidR="00560809" w:rsidRDefault="00560809" w:rsidP="00B8385C">
            <w:pPr>
              <w:pStyle w:val="E0"/>
              <w:spacing w:before="0"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</w:p>
        </w:tc>
        <w:tc>
          <w:tcPr>
            <w:tcW w:w="94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2F2F2" w:themeFill="background1" w:themeFillShade="F2"/>
          </w:tcPr>
          <w:p w14:paraId="2935B143" w14:textId="77777777" w:rsidR="00560809" w:rsidRDefault="00560809">
            <w:pPr>
              <w:pStyle w:val="E0"/>
              <w:spacing w:before="0" w:line="276" w:lineRule="auto"/>
              <w:jc w:val="left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</w:p>
        </w:tc>
        <w:tc>
          <w:tcPr>
            <w:tcW w:w="11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2F2F2" w:themeFill="background1" w:themeFillShade="F2"/>
          </w:tcPr>
          <w:p w14:paraId="0BDE1A8E" w14:textId="77777777" w:rsidR="00560809" w:rsidRDefault="00560809">
            <w:pPr>
              <w:pStyle w:val="E0"/>
              <w:spacing w:before="0"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</w:p>
        </w:tc>
      </w:tr>
      <w:tr w:rsidR="00560809" w14:paraId="3B22B32A" w14:textId="77777777" w:rsidTr="00B8385C">
        <w:trPr>
          <w:trHeight w:val="397"/>
          <w:jc w:val="center"/>
        </w:trPr>
        <w:tc>
          <w:tcPr>
            <w:tcW w:w="11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31D93503" w14:textId="77777777" w:rsidR="00560809" w:rsidRDefault="00AA26B6">
            <w:pPr>
              <w:pStyle w:val="E0"/>
              <w:spacing w:before="0" w:line="276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xx.</w:t>
            </w:r>
            <w:proofErr w:type="gramStart"/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xx.xx</w:t>
            </w:r>
            <w:proofErr w:type="spellEnd"/>
            <w:proofErr w:type="gramEnd"/>
          </w:p>
        </w:tc>
        <w:tc>
          <w:tcPr>
            <w:tcW w:w="608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74D38443" w14:textId="77777777" w:rsidR="00560809" w:rsidRDefault="00AA26B6">
            <w:pPr>
              <w:pStyle w:val="E0"/>
              <w:spacing w:before="0" w:line="276" w:lineRule="auto"/>
              <w:jc w:val="left"/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18"/>
                <w:szCs w:val="18"/>
                <w:lang w:val="de-DE"/>
              </w:rPr>
              <w:t>xxxxx</w:t>
            </w:r>
            <w:proofErr w:type="spellEnd"/>
          </w:p>
        </w:tc>
        <w:tc>
          <w:tcPr>
            <w:tcW w:w="58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7185E5D0" w14:textId="77777777" w:rsidR="00560809" w:rsidRDefault="00AA26B6" w:rsidP="00B8385C">
            <w:pPr>
              <w:pStyle w:val="E0"/>
              <w:spacing w:before="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I</w:t>
            </w:r>
          </w:p>
        </w:tc>
        <w:tc>
          <w:tcPr>
            <w:tcW w:w="94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38CE56EC" w14:textId="77777777" w:rsidR="00560809" w:rsidRDefault="00AA26B6">
            <w:pPr>
              <w:pStyle w:val="E0"/>
              <w:spacing w:before="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xx.</w:t>
            </w:r>
            <w:proofErr w:type="gramStart"/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xx.xx</w:t>
            </w:r>
            <w:proofErr w:type="spellEnd"/>
            <w:proofErr w:type="gramEnd"/>
          </w:p>
        </w:tc>
        <w:tc>
          <w:tcPr>
            <w:tcW w:w="11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5EE96709" w14:textId="77777777" w:rsidR="00560809" w:rsidRDefault="00AA26B6">
            <w:pPr>
              <w:pStyle w:val="E0"/>
              <w:spacing w:before="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de-DE"/>
              </w:rPr>
              <w:t>xx</w:t>
            </w:r>
          </w:p>
        </w:tc>
      </w:tr>
      <w:tr w:rsidR="00560809" w14:paraId="20FE2462" w14:textId="77777777" w:rsidTr="00B8385C">
        <w:trPr>
          <w:trHeight w:val="397"/>
          <w:jc w:val="center"/>
        </w:trPr>
        <w:tc>
          <w:tcPr>
            <w:tcW w:w="11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3D402581" w14:textId="77777777" w:rsidR="00560809" w:rsidRDefault="00560809">
            <w:pPr>
              <w:pStyle w:val="E0"/>
              <w:spacing w:before="0"/>
              <w:jc w:val="left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</w:tc>
        <w:tc>
          <w:tcPr>
            <w:tcW w:w="608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60EB9822" w14:textId="77777777" w:rsidR="00560809" w:rsidRDefault="00560809">
            <w:pPr>
              <w:tabs>
                <w:tab w:val="left" w:pos="700"/>
              </w:tabs>
              <w:spacing w:before="3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49383B20" w14:textId="77777777" w:rsidR="00560809" w:rsidRDefault="00560809" w:rsidP="00B8385C">
            <w:pPr>
              <w:pStyle w:val="E0"/>
              <w:spacing w:before="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</w:tc>
        <w:tc>
          <w:tcPr>
            <w:tcW w:w="94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0D410E40" w14:textId="77777777" w:rsidR="00560809" w:rsidRDefault="00560809">
            <w:pPr>
              <w:pStyle w:val="E0"/>
              <w:spacing w:before="0" w:line="276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</w:tc>
        <w:tc>
          <w:tcPr>
            <w:tcW w:w="11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13CC55A4" w14:textId="77777777" w:rsidR="00560809" w:rsidRDefault="00560809">
            <w:pPr>
              <w:pStyle w:val="E0"/>
              <w:spacing w:before="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</w:tc>
      </w:tr>
      <w:tr w:rsidR="00560809" w14:paraId="3BC3F3F0" w14:textId="77777777" w:rsidTr="00B8385C">
        <w:trPr>
          <w:trHeight w:val="397"/>
          <w:jc w:val="center"/>
        </w:trPr>
        <w:tc>
          <w:tcPr>
            <w:tcW w:w="11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50C69918" w14:textId="77777777" w:rsidR="00560809" w:rsidRDefault="00560809">
            <w:pPr>
              <w:pStyle w:val="E0"/>
              <w:spacing w:before="0"/>
              <w:jc w:val="left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</w:tc>
        <w:tc>
          <w:tcPr>
            <w:tcW w:w="608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6DEC1139" w14:textId="77777777" w:rsidR="00560809" w:rsidRDefault="00560809">
            <w:pPr>
              <w:tabs>
                <w:tab w:val="left" w:pos="700"/>
              </w:tabs>
              <w:spacing w:before="3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145D99F1" w14:textId="77777777" w:rsidR="00560809" w:rsidRDefault="00560809">
            <w:pPr>
              <w:pStyle w:val="E0"/>
              <w:spacing w:before="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</w:tc>
        <w:tc>
          <w:tcPr>
            <w:tcW w:w="94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65E76B1F" w14:textId="77777777" w:rsidR="00560809" w:rsidRDefault="00560809">
            <w:pPr>
              <w:pStyle w:val="E0"/>
              <w:spacing w:before="0" w:line="276" w:lineRule="auto"/>
              <w:jc w:val="left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</w:tc>
        <w:tc>
          <w:tcPr>
            <w:tcW w:w="11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14:paraId="7A05636B" w14:textId="77777777" w:rsidR="00560809" w:rsidRDefault="00560809">
            <w:pPr>
              <w:pStyle w:val="E0"/>
              <w:spacing w:before="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de-DE"/>
              </w:rPr>
            </w:pPr>
          </w:p>
        </w:tc>
      </w:tr>
    </w:tbl>
    <w:p w14:paraId="61950CA2" w14:textId="77777777" w:rsidR="00F0763A" w:rsidRDefault="00F0763A">
      <w:pPr>
        <w:rPr>
          <w:rFonts w:ascii="Verdana" w:hAnsi="Verdana"/>
          <w:sz w:val="18"/>
        </w:rPr>
      </w:pPr>
    </w:p>
    <w:p w14:paraId="1EE9DBDB" w14:textId="450B67AC" w:rsidR="00560809" w:rsidRDefault="00AA26B6"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Max Mustermann </w:t>
      </w:r>
    </w:p>
    <w:p w14:paraId="0ED3FB5E" w14:textId="1B11778D" w:rsidR="00560809" w:rsidRDefault="00AA26B6">
      <w:r>
        <w:rPr>
          <w:rFonts w:ascii="Verdana" w:hAnsi="Verdana"/>
          <w:sz w:val="18"/>
        </w:rPr>
        <w:t>München, xx.xx.20xx</w:t>
      </w:r>
    </w:p>
    <w:sectPr w:rsidR="00560809">
      <w:type w:val="continuous"/>
      <w:pgSz w:w="11900" w:h="16840"/>
      <w:pgMar w:top="851" w:right="851" w:bottom="1418" w:left="851" w:header="1984" w:footer="936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0DD2A" w14:textId="77777777" w:rsidR="00560809" w:rsidRDefault="00AA26B6">
      <w:pPr>
        <w:spacing w:line="240" w:lineRule="auto"/>
      </w:pPr>
      <w:r>
        <w:separator/>
      </w:r>
    </w:p>
  </w:endnote>
  <w:endnote w:type="continuationSeparator" w:id="0">
    <w:p w14:paraId="1A61E60E" w14:textId="77777777" w:rsidR="00560809" w:rsidRDefault="00AA26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phabet Sans Pro Light">
    <w:altName w:val="Calibri"/>
    <w:charset w:val="4D"/>
    <w:family w:val="auto"/>
    <w:pitch w:val="variable"/>
    <w:sig w:usb0="80000007" w:usb1="1000241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alvar Mittel Rg">
    <w:altName w:val="Courier New"/>
    <w:charset w:val="00"/>
    <w:family w:val="auto"/>
    <w:pitch w:val="variable"/>
    <w:sig w:usb0="00000287" w:usb1="00000001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BFECA" w14:textId="77777777" w:rsidR="00560809" w:rsidRDefault="00AA26B6">
    <w:pPr>
      <w:pStyle w:val="Webadresse"/>
      <w:jc w:val="right"/>
    </w:pPr>
    <w:r>
      <w:rPr>
        <w:rStyle w:val="Seitenzahl"/>
      </w:rPr>
      <w:fldChar w:fldCharType="begin"/>
    </w:r>
    <w:r>
      <w:rPr>
        <w:rStyle w:val="Seitenzahl"/>
      </w:rPr>
      <w:instrText xml:space="preserve"> PAGE  \* MERGEFORMAT </w:instrText>
    </w:r>
    <w:r>
      <w:rPr>
        <w:rStyle w:val="Seitenzahl"/>
      </w:rPr>
      <w:fldChar w:fldCharType="separate"/>
    </w:r>
    <w:r>
      <w:rPr>
        <w:rStyle w:val="Seitenzahl"/>
        <w:noProof/>
      </w:rPr>
      <w:t>3</w:t>
    </w:r>
    <w:r>
      <w:rPr>
        <w:rStyle w:val="Seitenzah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5DE62" w14:textId="77777777" w:rsidR="00560809" w:rsidRDefault="00AA26B6">
    <w:pPr>
      <w:pStyle w:val="Webadresse"/>
      <w:jc w:val="right"/>
    </w:pPr>
    <w:r>
      <w:rPr>
        <w:rStyle w:val="Seitenzahl"/>
      </w:rPr>
      <w:fldChar w:fldCharType="begin"/>
    </w:r>
    <w:r>
      <w:rPr>
        <w:rStyle w:val="Seitenzahl"/>
      </w:rPr>
      <w:instrText xml:space="preserve"> PAGE  \* MERGEFORMAT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30D3D" w14:textId="77777777" w:rsidR="00560809" w:rsidRDefault="00AA26B6">
      <w:pPr>
        <w:spacing w:line="240" w:lineRule="auto"/>
      </w:pPr>
      <w:r>
        <w:separator/>
      </w:r>
    </w:p>
  </w:footnote>
  <w:footnote w:type="continuationSeparator" w:id="0">
    <w:p w14:paraId="4E6517CB" w14:textId="77777777" w:rsidR="00560809" w:rsidRDefault="00AA26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F1905" w14:textId="77777777" w:rsidR="00560809" w:rsidRDefault="00AA26B6">
    <w:pPr>
      <w:pStyle w:val="Kopfzeile"/>
      <w:tabs>
        <w:tab w:val="clear" w:pos="4536"/>
        <w:tab w:val="clear" w:pos="9072"/>
        <w:tab w:val="left" w:pos="4020"/>
      </w:tabs>
    </w:pPr>
    <w:r>
      <w:rPr>
        <w:noProof/>
        <w:lang w:val="en-US"/>
      </w:rPr>
      <w:drawing>
        <wp:anchor distT="0" distB="0" distL="114300" distR="114300" simplePos="0" relativeHeight="251661312" behindDoc="0" locked="1" layoutInCell="1" allowOverlap="1" wp14:anchorId="7FC6956F" wp14:editId="005FC794">
          <wp:simplePos x="0" y="0"/>
          <wp:positionH relativeFrom="margin">
            <wp:align>left</wp:align>
          </wp:positionH>
          <wp:positionV relativeFrom="page">
            <wp:posOffset>527685</wp:posOffset>
          </wp:positionV>
          <wp:extent cx="1619885" cy="550545"/>
          <wp:effectExtent l="0" t="0" r="0" b="190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885" cy="550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67511" w14:textId="77777777" w:rsidR="00560809" w:rsidRDefault="00AA26B6">
    <w:pPr>
      <w:pStyle w:val="Copytext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75781CCE" wp14:editId="1BF5F2D7">
          <wp:simplePos x="0" y="0"/>
          <wp:positionH relativeFrom="margin">
            <wp:posOffset>0</wp:posOffset>
          </wp:positionH>
          <wp:positionV relativeFrom="page">
            <wp:posOffset>540385</wp:posOffset>
          </wp:positionV>
          <wp:extent cx="1620000" cy="550800"/>
          <wp:effectExtent l="0" t="0" r="5715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00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A5DF38" w14:textId="77777777" w:rsidR="00560809" w:rsidRDefault="0056080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726D2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244EC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F0AE3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4146B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60695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1C63D8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D9C08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956FC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84254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56291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D411F5"/>
    <w:multiLevelType w:val="hybridMultilevel"/>
    <w:tmpl w:val="4AE82ADE"/>
    <w:lvl w:ilvl="0" w:tplc="E1728072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CB6C40"/>
    <w:multiLevelType w:val="multilevel"/>
    <w:tmpl w:val="B156A29A"/>
    <w:lvl w:ilvl="0">
      <w:numFmt w:val="decimal"/>
      <w:lvlText w:val="%1."/>
      <w:lvlJc w:val="left"/>
      <w:pPr>
        <w:ind w:left="397" w:firstLine="0"/>
      </w:pPr>
      <w:rPr>
        <w:rFonts w:ascii="Alphabet Sans Pro Light" w:hAnsi="Alphabet Sans Pro Light" w:cs="Calibri" w:hint="default"/>
        <w:b w:val="0"/>
        <w:i w:val="0"/>
        <w:strike w:val="0"/>
        <w:dstrike w:val="0"/>
        <w:color w:val="000000"/>
        <w:sz w:val="16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399" w:firstLine="0"/>
      </w:pPr>
      <w:rPr>
        <w:rFonts w:ascii="Alphabet Sans Pro Light" w:hAnsi="Alphabet Sans Pro Light" w:cs="Calibri" w:hint="default"/>
        <w:b w:val="0"/>
        <w:i w:val="0"/>
        <w:strike w:val="0"/>
        <w:dstrike w:val="0"/>
        <w:color w:val="000000"/>
        <w:sz w:val="16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(%3)"/>
      <w:lvlJc w:val="left"/>
      <w:pPr>
        <w:ind w:left="680" w:firstLine="0"/>
      </w:pPr>
      <w:rPr>
        <w:rFonts w:ascii="Alphabet Sans Pro Light" w:hAnsi="Alphabet Sans Pro Light" w:cs="Calibri" w:hint="default"/>
        <w:b w:val="0"/>
        <w:i w:val="0"/>
        <w:strike w:val="0"/>
        <w:dstrike w:val="0"/>
        <w:color w:val="000000"/>
        <w:sz w:val="16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77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97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17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37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57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77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1121D2C"/>
    <w:multiLevelType w:val="hybridMultilevel"/>
    <w:tmpl w:val="B1988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792C24"/>
    <w:multiLevelType w:val="hybridMultilevel"/>
    <w:tmpl w:val="7D466712"/>
    <w:lvl w:ilvl="0" w:tplc="74D8EA04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" w15:restartNumberingAfterBreak="0">
    <w:nsid w:val="1EE20E58"/>
    <w:multiLevelType w:val="hybridMultilevel"/>
    <w:tmpl w:val="FFCE1F6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3F412F1"/>
    <w:multiLevelType w:val="hybridMultilevel"/>
    <w:tmpl w:val="75AA9FA8"/>
    <w:lvl w:ilvl="0" w:tplc="0B16AD0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D41F3B"/>
    <w:multiLevelType w:val="hybridMultilevel"/>
    <w:tmpl w:val="B43CE2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F2105"/>
    <w:multiLevelType w:val="hybridMultilevel"/>
    <w:tmpl w:val="DF44C9B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33AED"/>
    <w:multiLevelType w:val="hybridMultilevel"/>
    <w:tmpl w:val="5DE22CC2"/>
    <w:lvl w:ilvl="0" w:tplc="38BA88D8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FB49D1"/>
    <w:multiLevelType w:val="hybridMultilevel"/>
    <w:tmpl w:val="517A0A24"/>
    <w:lvl w:ilvl="0" w:tplc="7A6642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7C1C60"/>
    <w:multiLevelType w:val="multilevel"/>
    <w:tmpl w:val="75E2E6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69912FD2"/>
    <w:multiLevelType w:val="hybridMultilevel"/>
    <w:tmpl w:val="BB9CE28C"/>
    <w:lvl w:ilvl="0" w:tplc="38BA88D8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BA07A6"/>
    <w:multiLevelType w:val="hybridMultilevel"/>
    <w:tmpl w:val="50345782"/>
    <w:lvl w:ilvl="0" w:tplc="3C862A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EF68F1"/>
    <w:multiLevelType w:val="hybridMultilevel"/>
    <w:tmpl w:val="5B009848"/>
    <w:lvl w:ilvl="0" w:tplc="0B16AD0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6903250">
    <w:abstractNumId w:val="20"/>
  </w:num>
  <w:num w:numId="2" w16cid:durableId="930546342">
    <w:abstractNumId w:val="20"/>
  </w:num>
  <w:num w:numId="3" w16cid:durableId="2087918719">
    <w:abstractNumId w:val="13"/>
  </w:num>
  <w:num w:numId="4" w16cid:durableId="1340936049">
    <w:abstractNumId w:val="11"/>
  </w:num>
  <w:num w:numId="5" w16cid:durableId="2127460273">
    <w:abstractNumId w:val="11"/>
  </w:num>
  <w:num w:numId="6" w16cid:durableId="891649668">
    <w:abstractNumId w:val="11"/>
  </w:num>
  <w:num w:numId="7" w16cid:durableId="1677607645">
    <w:abstractNumId w:val="10"/>
  </w:num>
  <w:num w:numId="8" w16cid:durableId="47850990">
    <w:abstractNumId w:val="0"/>
  </w:num>
  <w:num w:numId="9" w16cid:durableId="752825314">
    <w:abstractNumId w:val="1"/>
  </w:num>
  <w:num w:numId="10" w16cid:durableId="1508012048">
    <w:abstractNumId w:val="2"/>
  </w:num>
  <w:num w:numId="11" w16cid:durableId="1410812199">
    <w:abstractNumId w:val="3"/>
  </w:num>
  <w:num w:numId="12" w16cid:durableId="1833568761">
    <w:abstractNumId w:val="8"/>
  </w:num>
  <w:num w:numId="13" w16cid:durableId="725881799">
    <w:abstractNumId w:val="4"/>
  </w:num>
  <w:num w:numId="14" w16cid:durableId="1227453505">
    <w:abstractNumId w:val="5"/>
  </w:num>
  <w:num w:numId="15" w16cid:durableId="1934236803">
    <w:abstractNumId w:val="6"/>
  </w:num>
  <w:num w:numId="16" w16cid:durableId="816187894">
    <w:abstractNumId w:val="7"/>
  </w:num>
  <w:num w:numId="17" w16cid:durableId="140731177">
    <w:abstractNumId w:val="9"/>
  </w:num>
  <w:num w:numId="18" w16cid:durableId="1758134427">
    <w:abstractNumId w:val="16"/>
  </w:num>
  <w:num w:numId="19" w16cid:durableId="2146507222">
    <w:abstractNumId w:val="22"/>
  </w:num>
  <w:num w:numId="20" w16cid:durableId="2113473188">
    <w:abstractNumId w:val="19"/>
  </w:num>
  <w:num w:numId="21" w16cid:durableId="1097215338">
    <w:abstractNumId w:val="15"/>
  </w:num>
  <w:num w:numId="22" w16cid:durableId="1243683501">
    <w:abstractNumId w:val="17"/>
  </w:num>
  <w:num w:numId="23" w16cid:durableId="2095011984">
    <w:abstractNumId w:val="23"/>
  </w:num>
  <w:num w:numId="24" w16cid:durableId="980159909">
    <w:abstractNumId w:val="18"/>
  </w:num>
  <w:num w:numId="25" w16cid:durableId="689988322">
    <w:abstractNumId w:val="14"/>
  </w:num>
  <w:num w:numId="26" w16cid:durableId="1064522615">
    <w:abstractNumId w:val="12"/>
  </w:num>
  <w:num w:numId="27" w16cid:durableId="14847338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567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809"/>
    <w:rsid w:val="00130C34"/>
    <w:rsid w:val="00181740"/>
    <w:rsid w:val="001951DB"/>
    <w:rsid w:val="00294747"/>
    <w:rsid w:val="002C6481"/>
    <w:rsid w:val="003F6C45"/>
    <w:rsid w:val="00560809"/>
    <w:rsid w:val="00760D4D"/>
    <w:rsid w:val="00AA26B6"/>
    <w:rsid w:val="00B8385C"/>
    <w:rsid w:val="00C37541"/>
    <w:rsid w:val="00F0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3DEFE636"/>
  <w15:chartTrackingRefBased/>
  <w15:docId w15:val="{426B143A-AD1E-465B-82A1-408A3223A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autoSpaceDE w:val="0"/>
      <w:autoSpaceDN w:val="0"/>
      <w:spacing w:line="312" w:lineRule="auto"/>
    </w:pPr>
    <w:rPr>
      <w:rFonts w:ascii="Arial" w:eastAsia="Arial" w:hAnsi="Arial" w:cs="Arial"/>
      <w:kern w:val="10"/>
      <w:sz w:val="20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4E004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color w:val="4E0046" w:themeColor="accent1" w:themeShade="BF"/>
      <w:kern w:val="10"/>
      <w:sz w:val="32"/>
      <w:szCs w:val="32"/>
    </w:rPr>
  </w:style>
  <w:style w:type="paragraph" w:customStyle="1" w:styleId="Infoblock">
    <w:name w:val="Infoblock"/>
    <w:basedOn w:val="Standard"/>
    <w:qFormat/>
    <w:pPr>
      <w:framePr w:w="3969" w:h="1134" w:wrap="around" w:vAnchor="page" w:hAnchor="page" w:x="7089" w:y="823"/>
    </w:pPr>
    <w:rPr>
      <w:rFonts w:ascii="Halvar Mittel Rg" w:hAnsi="Halvar Mittel Rg"/>
      <w:color w:val="000000" w:themeColor="text1"/>
      <w:sz w:val="14"/>
      <w:szCs w:val="14"/>
      <w:lang w:val="en-US"/>
    </w:rPr>
  </w:style>
  <w:style w:type="paragraph" w:customStyle="1" w:styleId="Copytext">
    <w:name w:val="Copytext"/>
    <w:qFormat/>
    <w:pPr>
      <w:spacing w:after="57" w:line="312" w:lineRule="auto"/>
    </w:pPr>
    <w:rPr>
      <w:rFonts w:ascii="Arial" w:eastAsia="Arial" w:hAnsi="Arial" w:cs="Arial"/>
      <w:kern w:val="10"/>
      <w:sz w:val="20"/>
      <w:szCs w:val="22"/>
    </w:rPr>
  </w:style>
  <w:style w:type="paragraph" w:styleId="berarbeitung">
    <w:name w:val="Revision"/>
    <w:hidden/>
    <w:uiPriority w:val="99"/>
    <w:semiHidden/>
    <w:rPr>
      <w:rFonts w:ascii="Arial" w:eastAsia="Arial" w:hAnsi="Arial" w:cs="Arial"/>
      <w:kern w:val="10"/>
      <w:sz w:val="20"/>
      <w:szCs w:val="22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Arial" w:eastAsia="Arial" w:hAnsi="Arial" w:cs="Arial"/>
      <w:kern w:val="10"/>
      <w:sz w:val="20"/>
      <w:szCs w:val="22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Arial" w:eastAsia="Arial" w:hAnsi="Arial" w:cs="Arial"/>
      <w:kern w:val="10"/>
      <w:sz w:val="20"/>
      <w:szCs w:val="22"/>
    </w:rPr>
  </w:style>
  <w:style w:type="character" w:styleId="Seitenzahl">
    <w:name w:val="page number"/>
    <w:basedOn w:val="Absatz-Standardschriftart"/>
    <w:uiPriority w:val="99"/>
    <w:unhideWhenUsed/>
    <w:rPr>
      <w:rFonts w:ascii="Arial" w:hAnsi="Arial"/>
      <w:b w:val="0"/>
      <w:i w:val="0"/>
      <w:color w:val="000000" w:themeColor="text1"/>
      <w:sz w:val="14"/>
      <w:szCs w:val="14"/>
    </w:rPr>
  </w:style>
  <w:style w:type="paragraph" w:customStyle="1" w:styleId="Webadresse">
    <w:name w:val="Webadresse"/>
    <w:qFormat/>
    <w:pPr>
      <w:tabs>
        <w:tab w:val="right" w:pos="9526"/>
      </w:tabs>
      <w:spacing w:before="120" w:line="312" w:lineRule="auto"/>
    </w:pPr>
    <w:rPr>
      <w:rFonts w:ascii="Arial" w:eastAsia="Arial" w:hAnsi="Arial" w:cs="Arial"/>
      <w:color w:val="FF506E"/>
      <w:kern w:val="18"/>
      <w:sz w:val="18"/>
      <w:szCs w:val="18"/>
    </w:rPr>
  </w:style>
  <w:style w:type="paragraph" w:customStyle="1" w:styleId="Spaltenkopf">
    <w:name w:val="Spaltenkopf"/>
    <w:basedOn w:val="Standard"/>
    <w:next w:val="Standard"/>
    <w:semiHidden/>
    <w:qFormat/>
    <w:pPr>
      <w:autoSpaceDE/>
      <w:autoSpaceDN/>
      <w:spacing w:before="100" w:line="240" w:lineRule="auto"/>
    </w:pPr>
    <w:rPr>
      <w:rFonts w:eastAsia="Times New Roman" w:cs="Times New Roman"/>
      <w:b/>
      <w:kern w:val="0"/>
      <w:sz w:val="22"/>
      <w:szCs w:val="20"/>
      <w:lang w:eastAsia="de-DE"/>
    </w:rPr>
  </w:style>
  <w:style w:type="paragraph" w:customStyle="1" w:styleId="Tabellenzeile">
    <w:name w:val="Tabellenzeile"/>
    <w:basedOn w:val="Standard"/>
    <w:semiHidden/>
    <w:qFormat/>
    <w:pPr>
      <w:autoSpaceDE/>
      <w:autoSpaceDN/>
      <w:spacing w:before="100" w:line="240" w:lineRule="auto"/>
    </w:pPr>
    <w:rPr>
      <w:rFonts w:eastAsia="Times New Roman" w:cs="Times New Roman"/>
      <w:kern w:val="0"/>
      <w:sz w:val="22"/>
      <w:szCs w:val="20"/>
      <w:lang w:eastAsia="de-DE"/>
    </w:rPr>
  </w:style>
  <w:style w:type="paragraph" w:customStyle="1" w:styleId="E0">
    <w:name w:val="E0"/>
    <w:basedOn w:val="Standard"/>
    <w:qFormat/>
    <w:pPr>
      <w:autoSpaceDE/>
      <w:autoSpaceDN/>
      <w:spacing w:before="100" w:line="240" w:lineRule="auto"/>
      <w:jc w:val="both"/>
    </w:pPr>
    <w:rPr>
      <w:rFonts w:eastAsia="Times New Roman" w:cs="Times New Roman"/>
      <w:kern w:val="0"/>
      <w:sz w:val="22"/>
      <w:lang w:val="en-GB" w:eastAsia="de-DE"/>
    </w:rPr>
  </w:style>
  <w:style w:type="paragraph" w:styleId="Listenabsatz">
    <w:name w:val="List Paragraph"/>
    <w:basedOn w:val="Standard"/>
    <w:uiPriority w:val="34"/>
    <w:qFormat/>
    <w:pPr>
      <w:autoSpaceDE/>
      <w:autoSpaceDN/>
      <w:spacing w:line="240" w:lineRule="auto"/>
      <w:ind w:left="720"/>
      <w:contextualSpacing/>
    </w:pPr>
    <w:rPr>
      <w:rFonts w:eastAsia="Times New Roman" w:cs="Times New Roman"/>
      <w:kern w:val="0"/>
      <w:sz w:val="22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20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ena.schulz\Downloads\Helmholtz_Munich_Word.dotx" TargetMode="External"/></Relationships>
</file>

<file path=word/theme/theme1.xml><?xml version="1.0" encoding="utf-8"?>
<a:theme xmlns:a="http://schemas.openxmlformats.org/drawingml/2006/main" name="Helmholtz">
  <a:themeElements>
    <a:clrScheme name="Benutzerdefiniert 1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69005F"/>
      </a:accent1>
      <a:accent2>
        <a:srgbClr val="FF506E"/>
      </a:accent2>
      <a:accent3>
        <a:srgbClr val="002864"/>
      </a:accent3>
      <a:accent4>
        <a:srgbClr val="0059A0"/>
      </a:accent4>
      <a:accent5>
        <a:srgbClr val="000000"/>
      </a:accent5>
      <a:accent6>
        <a:srgbClr val="000000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E5B649807B96469820D9AE363299A1" ma:contentTypeVersion="14" ma:contentTypeDescription="Ein neues Dokument erstellen." ma:contentTypeScope="" ma:versionID="ecfc330963bef3efff933bfcabc61c93">
  <xsd:schema xmlns:xsd="http://www.w3.org/2001/XMLSchema" xmlns:xs="http://www.w3.org/2001/XMLSchema" xmlns:p="http://schemas.microsoft.com/office/2006/metadata/properties" xmlns:ns2="36c4d090-b473-48e2-8443-d11228fffa39" xmlns:ns3="8b3736c9-822a-4b83-b90d-5a712e9ce041" targetNamespace="http://schemas.microsoft.com/office/2006/metadata/properties" ma:root="true" ma:fieldsID="6b40301f96f4f4d52251c1b2a8dc6a8f" ns2:_="" ns3:_="">
    <xsd:import namespace="36c4d090-b473-48e2-8443-d11228fffa39"/>
    <xsd:import namespace="8b3736c9-822a-4b83-b90d-5a712e9ce0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c4d090-b473-48e2-8443-d11228fffa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35d33079-0ec2-4629-b015-13445a9c6f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3736c9-822a-4b83-b90d-5a712e9ce04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CBE2628-0C66-4D1A-84A6-A925CA604505}"/>
</file>

<file path=customXml/itemProps2.xml><?xml version="1.0" encoding="utf-8"?>
<ds:datastoreItem xmlns:ds="http://schemas.openxmlformats.org/officeDocument/2006/customXml" ds:itemID="{2C977FDE-080E-4918-9D51-4FD2048B80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06D535-127A-4AAC-A326-9100EE1A6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Helmholtz_Munich_Word.dotx</Template>
  <TotalTime>0</TotalTime>
  <Pages>1</Pages>
  <Words>142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verena.schulz</dc:creator>
  <cp:keywords/>
  <dc:description/>
  <cp:lastModifiedBy>Matthias Nave</cp:lastModifiedBy>
  <cp:revision>22</cp:revision>
  <cp:lastPrinted>2024-06-26T06:35:00Z</cp:lastPrinted>
  <dcterms:created xsi:type="dcterms:W3CDTF">2022-02-02T15:41:00Z</dcterms:created>
  <dcterms:modified xsi:type="dcterms:W3CDTF">2024-06-26T06:35:00Z</dcterms:modified>
  <cp:category/>
</cp:coreProperties>
</file>